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3F" w:rsidRDefault="00E3743F">
      <w:r>
        <w:t>Use this file to hold any original images drawn in Word.</w:t>
      </w:r>
    </w:p>
    <w:p w:rsidR="00E3743F" w:rsidRDefault="00E3743F"/>
    <w:p w:rsidR="00E3743F" w:rsidRDefault="00E3743F">
      <w:pPr>
        <w:spacing w:after="200" w:line="276" w:lineRule="auto"/>
      </w:pPr>
      <w:r>
        <w:br w:type="page"/>
      </w:r>
    </w:p>
    <w:p w:rsidR="005307FF" w:rsidRDefault="00662E8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82BF78" wp14:editId="5AF84D56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114300" cy="147320"/>
                <wp:effectExtent l="0" t="0" r="0" b="508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E83" w:rsidRDefault="00662E83" w:rsidP="00662E83">
                            <w:pPr>
                              <w:pStyle w:val="Normal10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279pt;margin-top:9pt;width:9pt;height:1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" fillcolor="white [3201]" stroked="f" strokeweight=".5pt">
                <v:textbox inset="0,0,0,0">
                  <w:txbxContent>
                    <w:p w:rsidR="00662E83" w:rsidRDefault="00662E83" w:rsidP="00662E83">
                      <w:pPr>
                        <w:pStyle w:val="Normal10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F110B4" wp14:editId="141AA7DC">
                <wp:simplePos x="0" y="0"/>
                <wp:positionH relativeFrom="column">
                  <wp:posOffset>2971800</wp:posOffset>
                </wp:positionH>
                <wp:positionV relativeFrom="paragraph">
                  <wp:posOffset>2481580</wp:posOffset>
                </wp:positionV>
                <wp:extent cx="114300" cy="147320"/>
                <wp:effectExtent l="0" t="0" r="0" b="50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A46" w:rsidRDefault="000C4A46" w:rsidP="000C4A46">
                            <w:pPr>
                              <w:pStyle w:val="Normal10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234pt;margin-top:195.4pt;width:9pt;height:1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" fillcolor="white [3201]" stroked="f" strokeweight=".5pt">
                <v:textbox inset="0,0,0,0">
                  <w:txbxContent>
                    <w:p w:rsidR="000C4A46" w:rsidRDefault="000C4A46" w:rsidP="000C4A46">
                      <w:pPr>
                        <w:pStyle w:val="Normal10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A66023" wp14:editId="52C307EA">
                <wp:simplePos x="0" y="0"/>
                <wp:positionH relativeFrom="column">
                  <wp:posOffset>2857500</wp:posOffset>
                </wp:positionH>
                <wp:positionV relativeFrom="paragraph">
                  <wp:posOffset>2019300</wp:posOffset>
                </wp:positionV>
                <wp:extent cx="0" cy="609600"/>
                <wp:effectExtent l="76200" t="0" r="5715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25pt;margin-top:159pt;width:0;height:4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1376C0" wp14:editId="48BF55F4">
                <wp:simplePos x="0" y="0"/>
                <wp:positionH relativeFrom="column">
                  <wp:posOffset>2285365</wp:posOffset>
                </wp:positionH>
                <wp:positionV relativeFrom="paragraph">
                  <wp:posOffset>2628265</wp:posOffset>
                </wp:positionV>
                <wp:extent cx="1143000" cy="252095"/>
                <wp:effectExtent l="0" t="0" r="19050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DDD" w:rsidRDefault="00493DB8" w:rsidP="00897DF5">
                            <w:pPr>
                              <w:jc w:val="center"/>
                            </w:pPr>
                            <w:r>
                              <w:rPr>
                                <w:rStyle w:val="Strong"/>
                              </w:rPr>
                              <w:t>Object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79.95pt;margin-top:206.95pt;width:90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" fillcolor="white [3201]" strokeweight=".5pt">
                <v:textbox>
                  <w:txbxContent>
                    <w:p w:rsidR="005E7DDD" w:rsidRDefault="00493DB8" w:rsidP="00897DF5">
                      <w:pPr>
                        <w:jc w:val="center"/>
                      </w:pPr>
                      <w:r>
                        <w:rPr>
                          <w:rStyle w:val="Strong"/>
                        </w:rPr>
                        <w:t>Object</w:t>
                      </w:r>
                    </w:p>
                  </w:txbxContent>
                </v:textbox>
              </v:shape>
            </w:pict>
          </mc:Fallback>
        </mc:AlternateContent>
      </w:r>
      <w:r w:rsidR="000C4A4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513FF0" wp14:editId="1B0ED346">
                <wp:simplePos x="0" y="0"/>
                <wp:positionH relativeFrom="column">
                  <wp:posOffset>2971800</wp:posOffset>
                </wp:positionH>
                <wp:positionV relativeFrom="paragraph">
                  <wp:posOffset>2057400</wp:posOffset>
                </wp:positionV>
                <wp:extent cx="276225" cy="147320"/>
                <wp:effectExtent l="0" t="0" r="9525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4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A46" w:rsidRDefault="000C4A46" w:rsidP="000C4A46">
                            <w:pPr>
                              <w:pStyle w:val="Normal10"/>
                            </w:pPr>
                            <w:r>
                              <w:rPr>
                                <w:noProof/>
                              </w:rPr>
                              <w:t>1..*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234pt;margin-top:162pt;width:21.75pt;height:11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" fillcolor="white [3201]" stroked="f" strokeweight=".5pt">
                <v:textbox inset="0,0,0,0">
                  <w:txbxContent>
                    <w:p w:rsidR="000C4A46" w:rsidRDefault="000C4A46" w:rsidP="000C4A46">
                      <w:pPr>
                        <w:pStyle w:val="Normal10"/>
                      </w:pPr>
                      <w:r>
                        <w:rPr>
                          <w:noProof/>
                        </w:rPr>
                        <w:t>1..*</w:t>
                      </w:r>
                    </w:p>
                  </w:txbxContent>
                </v:textbox>
              </v:shape>
            </w:pict>
          </mc:Fallback>
        </mc:AlternateContent>
      </w:r>
      <w:r w:rsidR="000C4A4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CBEC4A" wp14:editId="04348DC8">
                <wp:simplePos x="0" y="0"/>
                <wp:positionH relativeFrom="column">
                  <wp:posOffset>2971800</wp:posOffset>
                </wp:positionH>
                <wp:positionV relativeFrom="paragraph">
                  <wp:posOffset>1100772</wp:posOffset>
                </wp:positionV>
                <wp:extent cx="276225" cy="147320"/>
                <wp:effectExtent l="0" t="0" r="9525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4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A46" w:rsidRDefault="000C4A46" w:rsidP="000C4A46">
                            <w:pPr>
                              <w:pStyle w:val="Normal10"/>
                            </w:pPr>
                            <w:r>
                              <w:rPr>
                                <w:noProof/>
                              </w:rPr>
                              <w:t>0..*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234pt;margin-top:86.65pt;width:21.75pt;height:1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" fillcolor="white [3201]" stroked="f" strokeweight=".5pt">
                <v:textbox inset="0,0,0,0">
                  <w:txbxContent>
                    <w:p w:rsidR="000C4A46" w:rsidRDefault="000C4A46" w:rsidP="000C4A46">
                      <w:pPr>
                        <w:pStyle w:val="Normal10"/>
                      </w:pPr>
                      <w:r>
                        <w:rPr>
                          <w:noProof/>
                        </w:rPr>
                        <w:t>0..*</w:t>
                      </w:r>
                    </w:p>
                  </w:txbxContent>
                </v:textbox>
              </v:shape>
            </w:pict>
          </mc:Fallback>
        </mc:AlternateContent>
      </w:r>
      <w:r w:rsidR="000C4A4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2FDC4A" wp14:editId="1A22EA49">
                <wp:simplePos x="0" y="0"/>
                <wp:positionH relativeFrom="column">
                  <wp:posOffset>4229100</wp:posOffset>
                </wp:positionH>
                <wp:positionV relativeFrom="paragraph">
                  <wp:posOffset>119380</wp:posOffset>
                </wp:positionV>
                <wp:extent cx="276225" cy="147320"/>
                <wp:effectExtent l="0" t="0" r="9525" b="50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4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A46" w:rsidRDefault="000C4A46" w:rsidP="000C4A46">
                            <w:pPr>
                              <w:pStyle w:val="Normal10"/>
                            </w:pPr>
                            <w:r>
                              <w:rPr>
                                <w:noProof/>
                              </w:rPr>
                              <w:t>0..*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33pt;margin-top:9.4pt;width:21.75pt;height:11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" fillcolor="white [3201]" stroked="f" strokeweight=".5pt">
                <v:textbox inset="0,0,0,0">
                  <w:txbxContent>
                    <w:p w:rsidR="000C4A46" w:rsidRDefault="000C4A46" w:rsidP="000C4A46">
                      <w:pPr>
                        <w:pStyle w:val="Normal10"/>
                      </w:pPr>
                      <w:r>
                        <w:rPr>
                          <w:noProof/>
                        </w:rPr>
                        <w:t>0..*</w:t>
                      </w:r>
                    </w:p>
                  </w:txbxContent>
                </v:textbox>
              </v:shape>
            </w:pict>
          </mc:Fallback>
        </mc:AlternateContent>
      </w:r>
      <w:r w:rsidR="000C4A4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CEC3E4" wp14:editId="143DB9A7">
                <wp:simplePos x="0" y="0"/>
                <wp:positionH relativeFrom="column">
                  <wp:posOffset>2971800</wp:posOffset>
                </wp:positionH>
                <wp:positionV relativeFrom="paragraph">
                  <wp:posOffset>800100</wp:posOffset>
                </wp:positionV>
                <wp:extent cx="114300" cy="14732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A46" w:rsidRDefault="000C4A46" w:rsidP="000C4A46">
                            <w:pPr>
                              <w:pStyle w:val="Normal10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234pt;margin-top:63pt;width:9pt;height:1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" fillcolor="white [3201]" stroked="f" strokeweight=".5pt">
                <v:textbox inset="0,0,0,0">
                  <w:txbxContent>
                    <w:p w:rsidR="000C4A46" w:rsidRDefault="000C4A46" w:rsidP="000C4A46">
                      <w:pPr>
                        <w:pStyle w:val="Normal10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5A2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C29542" wp14:editId="65E4CC75">
                <wp:simplePos x="0" y="0"/>
                <wp:positionH relativeFrom="column">
                  <wp:posOffset>2857500</wp:posOffset>
                </wp:positionH>
                <wp:positionV relativeFrom="paragraph">
                  <wp:posOffset>800100</wp:posOffset>
                </wp:positionV>
                <wp:extent cx="0" cy="457200"/>
                <wp:effectExtent l="76200" t="38100" r="5715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diamon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25pt;margin-top:63pt;width:0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" strokecolor="black [3213]">
                <v:stroke startarrow="diamond" endarrow="block"/>
              </v:shape>
            </w:pict>
          </mc:Fallback>
        </mc:AlternateContent>
      </w:r>
      <w:r w:rsidR="009668C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848949" wp14:editId="189374C3">
                <wp:simplePos x="0" y="0"/>
                <wp:positionH relativeFrom="column">
                  <wp:posOffset>3429000</wp:posOffset>
                </wp:positionH>
                <wp:positionV relativeFrom="paragraph">
                  <wp:posOffset>342900</wp:posOffset>
                </wp:positionV>
                <wp:extent cx="1143000" cy="0"/>
                <wp:effectExtent l="0" t="76200" r="1905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270pt;margin-top:27pt;width:90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" strokecolor="black [3213]">
                <v:stroke endarrow="block"/>
              </v:shape>
            </w:pict>
          </mc:Fallback>
        </mc:AlternateContent>
      </w:r>
      <w:r w:rsidR="009668C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F31C01" wp14:editId="688630EC">
                <wp:simplePos x="0" y="0"/>
                <wp:positionH relativeFrom="column">
                  <wp:posOffset>4572000</wp:posOffset>
                </wp:positionH>
                <wp:positionV relativeFrom="paragraph">
                  <wp:posOffset>251460</wp:posOffset>
                </wp:positionV>
                <wp:extent cx="914400" cy="252095"/>
                <wp:effectExtent l="0" t="0" r="1905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DDD" w:rsidRPr="005E7DDD" w:rsidRDefault="00493DB8" w:rsidP="005E7DDD">
                            <w:pPr>
                              <w:jc w:val="center"/>
                              <w:rPr>
                                <w:rStyle w:val="Strong"/>
                              </w:rPr>
                            </w:pPr>
                            <w:r>
                              <w:rPr>
                                <w:rStyle w:val="Strong"/>
                              </w:rPr>
                              <w:t>Attribute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5in;margin-top:19.8pt;width:1in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" fillcolor="white [3201]" strokeweight=".5pt">
                <v:textbox>
                  <w:txbxContent>
                    <w:p w:rsidR="005E7DDD" w:rsidRPr="005E7DDD" w:rsidRDefault="00493DB8" w:rsidP="005E7DDD">
                      <w:pPr>
                        <w:jc w:val="center"/>
                        <w:rPr>
                          <w:rStyle w:val="Strong"/>
                        </w:rPr>
                      </w:pPr>
                      <w:r>
                        <w:rPr>
                          <w:rStyle w:val="Strong"/>
                        </w:rPr>
                        <w:t>Attribute</w:t>
                      </w:r>
                    </w:p>
                  </w:txbxContent>
                </v:textbox>
              </v:shape>
            </w:pict>
          </mc:Fallback>
        </mc:AlternateContent>
      </w:r>
      <w:r w:rsidR="00897DF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5966F0" wp14:editId="78CEEF36">
                <wp:simplePos x="0" y="0"/>
                <wp:positionH relativeFrom="column">
                  <wp:posOffset>2286000</wp:posOffset>
                </wp:positionH>
                <wp:positionV relativeFrom="paragraph">
                  <wp:posOffset>1766570</wp:posOffset>
                </wp:positionV>
                <wp:extent cx="1143000" cy="252095"/>
                <wp:effectExtent l="0" t="0" r="19050" b="146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DF5" w:rsidRDefault="00897DF5" w:rsidP="00897D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80pt;margin-top:139.1pt;width:90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" fillcolor="white [3201]" strokeweight=".5pt">
                <v:textbox>
                  <w:txbxContent>
                    <w:p w:rsidR="00897DF5" w:rsidRDefault="00897DF5" w:rsidP="00897DF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97DF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BDC49" wp14:editId="02FEA521">
                <wp:simplePos x="0" y="0"/>
                <wp:positionH relativeFrom="column">
                  <wp:posOffset>2286000</wp:posOffset>
                </wp:positionH>
                <wp:positionV relativeFrom="paragraph">
                  <wp:posOffset>-5080</wp:posOffset>
                </wp:positionV>
                <wp:extent cx="1143000" cy="2667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DDD" w:rsidRPr="00493DB8" w:rsidRDefault="00493DB8" w:rsidP="00897DF5">
                            <w:pPr>
                              <w:jc w:val="center"/>
                              <w:rPr>
                                <w:rStyle w:val="Strong"/>
                              </w:rPr>
                            </w:pPr>
                            <w:r w:rsidRPr="00493DB8">
                              <w:rPr>
                                <w:rStyle w:val="Strong"/>
                              </w:rPr>
                              <w:t>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0pt;margin-top:-.4pt;width:90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">
                <v:textbox>
                  <w:txbxContent>
                    <w:p w:rsidR="005E7DDD" w:rsidRPr="00493DB8" w:rsidRDefault="00493DB8" w:rsidP="00897DF5">
                      <w:pPr>
                        <w:jc w:val="center"/>
                        <w:rPr>
                          <w:rStyle w:val="Strong"/>
                        </w:rPr>
                      </w:pPr>
                      <w:r w:rsidRPr="00493DB8">
                        <w:rPr>
                          <w:rStyle w:val="Strong"/>
                        </w:rPr>
                        <w:t>Group</w:t>
                      </w:r>
                    </w:p>
                  </w:txbxContent>
                </v:textbox>
              </v:shape>
            </w:pict>
          </mc:Fallback>
        </mc:AlternateContent>
      </w:r>
      <w:r w:rsidR="00897DF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196D6" wp14:editId="03D48443">
                <wp:simplePos x="0" y="0"/>
                <wp:positionH relativeFrom="column">
                  <wp:posOffset>2286000</wp:posOffset>
                </wp:positionH>
                <wp:positionV relativeFrom="paragraph">
                  <wp:posOffset>261620</wp:posOffset>
                </wp:positionV>
                <wp:extent cx="1143000" cy="26670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DB8" w:rsidRPr="005E7DDD" w:rsidRDefault="00493DB8" w:rsidP="007623B0">
                            <w:pPr>
                              <w:pStyle w:val="Code"/>
                              <w:rPr>
                                <w:rStyle w:val="Strong"/>
                              </w:rPr>
                            </w:pPr>
                            <w:proofErr w:type="gramStart"/>
                            <w:r>
                              <w:rPr>
                                <w:rStyle w:val="Strong"/>
                              </w:rPr>
                              <w:t>size</w:t>
                            </w:r>
                            <w:proofErr w:type="gramEnd"/>
                            <w:r>
                              <w:rPr>
                                <w:rStyle w:val="Strong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Style w:val="Strong"/>
                              </w:rPr>
                              <w:t>size_t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80pt;margin-top:20.6pt;width:90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">
                <v:textbox>
                  <w:txbxContent>
                    <w:p w:rsidR="00493DB8" w:rsidRPr="005E7DDD" w:rsidRDefault="00493DB8" w:rsidP="007623B0">
                      <w:pPr>
                        <w:pStyle w:val="Code"/>
                        <w:rPr>
                          <w:rStyle w:val="Strong"/>
                        </w:rPr>
                      </w:pPr>
                      <w:proofErr w:type="gramStart"/>
                      <w:r>
                        <w:rPr>
                          <w:rStyle w:val="Strong"/>
                        </w:rPr>
                        <w:t>size</w:t>
                      </w:r>
                      <w:proofErr w:type="gramEnd"/>
                      <w:r>
                        <w:rPr>
                          <w:rStyle w:val="Strong"/>
                        </w:rPr>
                        <w:t xml:space="preserve">: </w:t>
                      </w:r>
                      <w:proofErr w:type="spellStart"/>
                      <w:r>
                        <w:rPr>
                          <w:rStyle w:val="Strong"/>
                        </w:rPr>
                        <w:t>size_t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97D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5ED34" wp14:editId="78C9E0CB">
                <wp:simplePos x="0" y="0"/>
                <wp:positionH relativeFrom="column">
                  <wp:posOffset>2286000</wp:posOffset>
                </wp:positionH>
                <wp:positionV relativeFrom="paragraph">
                  <wp:posOffset>523875</wp:posOffset>
                </wp:positionV>
                <wp:extent cx="1143000" cy="26670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DB8" w:rsidRPr="005E7DDD" w:rsidRDefault="00493DB8" w:rsidP="00897DF5">
                            <w:pPr>
                              <w:jc w:val="center"/>
                              <w:rPr>
                                <w:rStyle w:val="Stron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80pt;margin-top:41.25pt;width:90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">
                <v:textbox>
                  <w:txbxContent>
                    <w:p w:rsidR="00493DB8" w:rsidRPr="005E7DDD" w:rsidRDefault="00493DB8" w:rsidP="00897DF5">
                      <w:pPr>
                        <w:jc w:val="center"/>
                        <w:rPr>
                          <w:rStyle w:val="Stro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7D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82CE53" wp14:editId="22322F04">
                <wp:simplePos x="0" y="0"/>
                <wp:positionH relativeFrom="column">
                  <wp:posOffset>2286000</wp:posOffset>
                </wp:positionH>
                <wp:positionV relativeFrom="paragraph">
                  <wp:posOffset>1257300</wp:posOffset>
                </wp:positionV>
                <wp:extent cx="1143000" cy="252095"/>
                <wp:effectExtent l="0" t="0" r="1905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DDD" w:rsidRDefault="00493DB8" w:rsidP="00897DF5">
                            <w:pPr>
                              <w:jc w:val="center"/>
                            </w:pPr>
                            <w:r>
                              <w:rPr>
                                <w:rStyle w:val="Strong"/>
                              </w:rPr>
                              <w:t>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8" type="#_x0000_t202" style="position:absolute;margin-left:180pt;margin-top:99pt;width:90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" fillcolor="white [3201]" strokeweight=".5pt">
                <v:textbox>
                  <w:txbxContent>
                    <w:p w:rsidR="005E7DDD" w:rsidRDefault="00493DB8" w:rsidP="00897DF5">
                      <w:pPr>
                        <w:jc w:val="center"/>
                      </w:pPr>
                      <w:r>
                        <w:rPr>
                          <w:rStyle w:val="Strong"/>
                        </w:rPr>
                        <w:t>Link</w:t>
                      </w:r>
                    </w:p>
                  </w:txbxContent>
                </v:textbox>
              </v:shape>
            </w:pict>
          </mc:Fallback>
        </mc:AlternateContent>
      </w:r>
      <w:r w:rsidR="00897DF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427AFA" wp14:editId="6374B072">
                <wp:simplePos x="0" y="0"/>
                <wp:positionH relativeFrom="column">
                  <wp:posOffset>2286000</wp:posOffset>
                </wp:positionH>
                <wp:positionV relativeFrom="paragraph">
                  <wp:posOffset>1509713</wp:posOffset>
                </wp:positionV>
                <wp:extent cx="1143000" cy="252095"/>
                <wp:effectExtent l="0" t="0" r="19050" b="146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DF5" w:rsidRDefault="007623B0" w:rsidP="007623B0">
                            <w:pPr>
                              <w:pStyle w:val="Code"/>
                            </w:pPr>
                            <w:proofErr w:type="gramStart"/>
                            <w:r>
                              <w:rPr>
                                <w:rStyle w:val="Strong"/>
                              </w:rPr>
                              <w:t>n</w:t>
                            </w:r>
                            <w:r w:rsidR="00897DF5">
                              <w:rPr>
                                <w:rStyle w:val="Strong"/>
                              </w:rPr>
                              <w:t>ame</w:t>
                            </w:r>
                            <w:proofErr w:type="gramEnd"/>
                            <w:r w:rsidR="00897DF5">
                              <w:rPr>
                                <w:rStyle w:val="Strong"/>
                              </w:rPr>
                              <w:t>: string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margin-left:180pt;margin-top:118.9pt;width:90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" fillcolor="white [3201]" strokeweight=".5pt">
                <v:textbox>
                  <w:txbxContent>
                    <w:p w:rsidR="00897DF5" w:rsidRDefault="007623B0" w:rsidP="007623B0">
                      <w:pPr>
                        <w:pStyle w:val="Code"/>
                      </w:pPr>
                      <w:proofErr w:type="gramStart"/>
                      <w:r>
                        <w:rPr>
                          <w:rStyle w:val="Strong"/>
                        </w:rPr>
                        <w:t>n</w:t>
                      </w:r>
                      <w:r w:rsidR="00897DF5">
                        <w:rPr>
                          <w:rStyle w:val="Strong"/>
                        </w:rPr>
                        <w:t>ame</w:t>
                      </w:r>
                      <w:proofErr w:type="gramEnd"/>
                      <w:r w:rsidR="00897DF5">
                        <w:rPr>
                          <w:rStyle w:val="Strong"/>
                        </w:rPr>
                        <w:t>: string</w:t>
                      </w:r>
                    </w:p>
                  </w:txbxContent>
                </v:textbox>
              </v:shape>
            </w:pict>
          </mc:Fallback>
        </mc:AlternateContent>
      </w:r>
    </w:p>
    <w:p w:rsidR="003B745D" w:rsidRDefault="003B745D"/>
    <w:p w:rsidR="003B745D" w:rsidRDefault="003B745D">
      <w:pPr>
        <w:spacing w:after="200" w:line="276" w:lineRule="auto"/>
      </w:pPr>
      <w:r>
        <w:br w:type="page"/>
      </w:r>
    </w:p>
    <w:p w:rsidR="003B745D" w:rsidRDefault="003B745D">
      <w:proofErr w:type="gramStart"/>
      <w:r>
        <w:lastRenderedPageBreak/>
        <w:t>Groups and Links chapter pictures.</w:t>
      </w:r>
      <w:proofErr w:type="gramEnd"/>
      <w:r>
        <w:t xml:space="preserve"> Old figures have objects labeled. Objects don’t have names. The links to the objects have names. The new pictures have been built below.</w:t>
      </w:r>
    </w:p>
    <w:p w:rsidR="003B745D" w:rsidRDefault="003B745D"/>
    <w:p w:rsidR="00CF630B" w:rsidRDefault="00CF630B" w:rsidP="00CF630B">
      <w:proofErr w:type="gramStart"/>
      <w:r>
        <w:t>Figure 1.</w:t>
      </w:r>
      <w:proofErr w:type="gramEnd"/>
      <w:r>
        <w:t xml:space="preserve"> An HDF5 file with a strictly hierarchical group structure</w:t>
      </w:r>
    </w:p>
    <w:p w:rsidR="00CF630B" w:rsidRDefault="00CF630B" w:rsidP="00CF630B">
      <w:proofErr w:type="gramStart"/>
      <w:r>
        <w:t>Figure 2.</w:t>
      </w:r>
      <w:proofErr w:type="gramEnd"/>
      <w:r>
        <w:t xml:space="preserve"> An HDF5 file with a directed graph group structure including a circular reference</w:t>
      </w:r>
    </w:p>
    <w:p w:rsidR="00CF630B" w:rsidRDefault="00CF630B" w:rsidP="00CF630B">
      <w:proofErr w:type="gramStart"/>
      <w:r>
        <w:t>Figure 3.</w:t>
      </w:r>
      <w:proofErr w:type="gramEnd"/>
      <w:r>
        <w:t xml:space="preserve"> An HDF5 file with a directed graph group structure and one group as a member of itself</w:t>
      </w:r>
    </w:p>
    <w:p w:rsidR="00CF630B" w:rsidRDefault="00CF630B" w:rsidP="00CF630B">
      <w:proofErr w:type="gramStart"/>
      <w:r>
        <w:t>Figure 4.</w:t>
      </w:r>
      <w:proofErr w:type="gramEnd"/>
      <w:r>
        <w:t xml:space="preserve"> An HDF5 file with a link to another </w:t>
      </w:r>
      <w:proofErr w:type="gramStart"/>
      <w:r>
        <w:t>file ???????</w:t>
      </w:r>
      <w:proofErr w:type="gramEnd"/>
      <w:r>
        <w:t xml:space="preserve"> </w:t>
      </w:r>
      <w:proofErr w:type="gramStart"/>
      <w:r>
        <w:t>new ???????</w:t>
      </w:r>
      <w:proofErr w:type="gramEnd"/>
    </w:p>
    <w:p w:rsidR="00CF630B" w:rsidRDefault="00CF630B" w:rsidP="00CF630B"/>
    <w:p w:rsidR="00CF630B" w:rsidRDefault="00CF630B" w:rsidP="00CF630B">
      <w:proofErr w:type="gramStart"/>
      <w:r>
        <w:t>_ would it help to have a picture with a soft link?</w:t>
      </w:r>
      <w:proofErr w:type="gramEnd"/>
    </w:p>
    <w:p w:rsidR="00CF630B" w:rsidRDefault="00CF630B"/>
    <w:p w:rsidR="003B745D" w:rsidRDefault="003B745D">
      <w:pPr>
        <w:spacing w:after="200" w:line="276" w:lineRule="auto"/>
      </w:pPr>
      <w:r>
        <w:br w:type="page"/>
      </w:r>
    </w:p>
    <w:p w:rsidR="003B745D" w:rsidRDefault="003B745D">
      <w:r>
        <w:lastRenderedPageBreak/>
        <w:t>Groups and Links, Figure 1</w:t>
      </w:r>
    </w:p>
    <w:p w:rsidR="003B745D" w:rsidRDefault="00914ECB" w:rsidP="00193A22">
      <w:pPr>
        <w:tabs>
          <w:tab w:val="left" w:pos="204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DF4B50" wp14:editId="07593D05">
                <wp:simplePos x="0" y="0"/>
                <wp:positionH relativeFrom="column">
                  <wp:posOffset>2857500</wp:posOffset>
                </wp:positionH>
                <wp:positionV relativeFrom="paragraph">
                  <wp:posOffset>57150</wp:posOffset>
                </wp:positionV>
                <wp:extent cx="685800" cy="3429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ECB" w:rsidRDefault="00914ECB" w:rsidP="00914ECB">
                            <w:pPr>
                              <w:jc w:val="center"/>
                            </w:pPr>
                            <w:r>
                              <w:t>FileX.h5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margin-left:225pt;margin-top:4.5pt;width:54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" filled="f" stroked="f" strokeweight=".5pt">
                <v:textbox inset="0,0,0,0">
                  <w:txbxContent>
                    <w:p w:rsidR="00914ECB" w:rsidRDefault="00914ECB" w:rsidP="00914ECB">
                      <w:pPr>
                        <w:jc w:val="center"/>
                      </w:pPr>
                      <w:r>
                        <w:t>FileX.h5</w:t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6151A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BE195D" wp14:editId="4DDFCD64">
                <wp:simplePos x="0" y="0"/>
                <wp:positionH relativeFrom="column">
                  <wp:posOffset>1023620</wp:posOffset>
                </wp:positionH>
                <wp:positionV relativeFrom="paragraph">
                  <wp:posOffset>1905</wp:posOffset>
                </wp:positionV>
                <wp:extent cx="4343400" cy="27432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80.6pt;margin-top:.15pt;width:342pt;height:3in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" fillcolor="white [3201]" strokecolor="black [3200]" strokeweight="2pt"/>
            </w:pict>
          </mc:Fallback>
        </mc:AlternateContent>
      </w:r>
    </w:p>
    <w:p w:rsidR="00193A22" w:rsidRDefault="007D6CA4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D74F8B" wp14:editId="681355A5">
                <wp:simplePos x="0" y="0"/>
                <wp:positionH relativeFrom="column">
                  <wp:posOffset>3429000</wp:posOffset>
                </wp:positionH>
                <wp:positionV relativeFrom="paragraph">
                  <wp:posOffset>69215</wp:posOffset>
                </wp:positionV>
                <wp:extent cx="571500" cy="2286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A4" w:rsidRDefault="007D6CA4" w:rsidP="007D6CA4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41" type="#_x0000_t202" style="position:absolute;margin-left:270pt;margin-top:5.45pt;width:45pt;height:18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" filled="f" stroked="f" strokeweight=".5pt">
                <v:textbox inset="0,0,0,0">
                  <w:txbxContent>
                    <w:p w:rsidR="007D6CA4" w:rsidRDefault="007D6CA4" w:rsidP="007D6CA4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  <w:r w:rsidR="00914E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C98617" wp14:editId="7629F073">
                <wp:simplePos x="0" y="0"/>
                <wp:positionH relativeFrom="column">
                  <wp:posOffset>3086100</wp:posOffset>
                </wp:positionH>
                <wp:positionV relativeFrom="paragraph">
                  <wp:posOffset>59690</wp:posOffset>
                </wp:positionV>
                <wp:extent cx="228600" cy="228600"/>
                <wp:effectExtent l="0" t="0" r="19050" b="1905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243pt;margin-top:4.7pt;width:18pt;height:1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" filled="f" strokecolor="black [3213]" strokeweight="2pt"/>
            </w:pict>
          </mc:Fallback>
        </mc:AlternateContent>
      </w:r>
    </w:p>
    <w:p w:rsidR="00193A22" w:rsidRDefault="007D6CA4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FA72A6" wp14:editId="400D2259">
                <wp:simplePos x="0" y="0"/>
                <wp:positionH relativeFrom="column">
                  <wp:posOffset>2771457</wp:posOffset>
                </wp:positionH>
                <wp:positionV relativeFrom="paragraph">
                  <wp:posOffset>131762</wp:posOffset>
                </wp:positionV>
                <wp:extent cx="571500" cy="214312"/>
                <wp:effectExtent l="0" t="0" r="0" b="14605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A4" w:rsidRDefault="007D6CA4" w:rsidP="007D6CA4">
                            <w:pPr>
                              <w:pStyle w:val="Normal9"/>
                              <w:jc w:val="center"/>
                            </w:pPr>
                            <w:r>
                              <w:t>XA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9" o:spid="_x0000_s1042" type="#_x0000_t202" style="position:absolute;margin-left:218.2pt;margin-top:10.35pt;width:45pt;height:1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" filled="f" stroked="f" strokeweight=".5pt">
                <v:textbox inset="0,0,0,0">
                  <w:txbxContent>
                    <w:p w:rsidR="007D6CA4" w:rsidRDefault="007D6CA4" w:rsidP="007D6CA4">
                      <w:pPr>
                        <w:pStyle w:val="Normal9"/>
                        <w:jc w:val="center"/>
                      </w:pPr>
                      <w:r>
                        <w:t>XA</w:t>
                      </w:r>
                    </w:p>
                  </w:txbxContent>
                </v:textbox>
              </v:shape>
            </w:pict>
          </mc:Fallback>
        </mc:AlternateContent>
      </w:r>
      <w:r w:rsidR="00914EC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EB7437" wp14:editId="2DD6518D">
                <wp:simplePos x="0" y="0"/>
                <wp:positionH relativeFrom="column">
                  <wp:posOffset>3200400</wp:posOffset>
                </wp:positionH>
                <wp:positionV relativeFrom="paragraph">
                  <wp:posOffset>118110</wp:posOffset>
                </wp:positionV>
                <wp:extent cx="0" cy="228600"/>
                <wp:effectExtent l="76200" t="0" r="57150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252pt;margin-top:9.3pt;width:0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" strokecolor="black [3213]">
                <v:stroke endarrow="block"/>
              </v:shape>
            </w:pict>
          </mc:Fallback>
        </mc:AlternateContent>
      </w:r>
    </w:p>
    <w:p w:rsidR="00193A22" w:rsidRDefault="00193A22"/>
    <w:p w:rsidR="00193A22" w:rsidRDefault="007D6CA4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035376" wp14:editId="24A5830D">
                <wp:simplePos x="0" y="0"/>
                <wp:positionH relativeFrom="column">
                  <wp:posOffset>2428875</wp:posOffset>
                </wp:positionH>
                <wp:positionV relativeFrom="paragraph">
                  <wp:posOffset>157480</wp:posOffset>
                </wp:positionV>
                <wp:extent cx="571500" cy="228600"/>
                <wp:effectExtent l="0" t="0" r="0" b="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A4" w:rsidRDefault="007D6CA4" w:rsidP="007D6CA4">
                            <w:pPr>
                              <w:pStyle w:val="Normal9"/>
                              <w:jc w:val="center"/>
                            </w:pPr>
                            <w:r>
                              <w:t>XB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1" o:spid="_x0000_s1043" type="#_x0000_t202" style="position:absolute;margin-left:191.25pt;margin-top:12.4pt;width:45pt;height:18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" filled="f" stroked="f" strokeweight=".5pt">
                <v:textbox inset="0,0,0,0">
                  <w:txbxContent>
                    <w:p w:rsidR="007D6CA4" w:rsidRDefault="007D6CA4" w:rsidP="007D6CA4">
                      <w:pPr>
                        <w:pStyle w:val="Normal9"/>
                        <w:jc w:val="center"/>
                      </w:pPr>
                      <w:r>
                        <w:t>XB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A15180" wp14:editId="53C09C27">
                <wp:simplePos x="0" y="0"/>
                <wp:positionH relativeFrom="column">
                  <wp:posOffset>3462337</wp:posOffset>
                </wp:positionH>
                <wp:positionV relativeFrom="paragraph">
                  <wp:posOffset>158115</wp:posOffset>
                </wp:positionV>
                <wp:extent cx="571500" cy="228600"/>
                <wp:effectExtent l="0" t="0" r="0" b="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A4" w:rsidRDefault="007D6CA4" w:rsidP="007D6CA4">
                            <w:pPr>
                              <w:pStyle w:val="Normal9"/>
                              <w:jc w:val="center"/>
                            </w:pPr>
                            <w:r>
                              <w:t>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8" o:spid="_x0000_s1044" type="#_x0000_t202" style="position:absolute;margin-left:272.6pt;margin-top:12.45pt;width:45pt;height:1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" filled="f" stroked="f" strokeweight=".5pt">
                <v:textbox inset="0,0,0,0">
                  <w:txbxContent>
                    <w:p w:rsidR="007D6CA4" w:rsidRDefault="007D6CA4" w:rsidP="007D6CA4">
                      <w:pPr>
                        <w:pStyle w:val="Normal9"/>
                        <w:jc w:val="center"/>
                      </w:pPr>
                      <w:r>
                        <w:t>X3</w:t>
                      </w:r>
                    </w:p>
                  </w:txbxContent>
                </v:textbox>
              </v:shape>
            </w:pict>
          </mc:Fallback>
        </mc:AlternateContent>
      </w:r>
      <w:r w:rsidR="00EB4DE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33595D" wp14:editId="0FF80C6B">
                <wp:simplePos x="0" y="0"/>
                <wp:positionH relativeFrom="column">
                  <wp:posOffset>2514600</wp:posOffset>
                </wp:positionH>
                <wp:positionV relativeFrom="paragraph">
                  <wp:posOffset>158115</wp:posOffset>
                </wp:positionV>
                <wp:extent cx="571500" cy="419100"/>
                <wp:effectExtent l="38100" t="0" r="190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98pt;margin-top:12.45pt;width:45pt;height:33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" strokecolor="black [3213]">
                <v:stroke endarrow="block"/>
              </v:shape>
            </w:pict>
          </mc:Fallback>
        </mc:AlternateContent>
      </w:r>
      <w:r w:rsidR="00914EC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013139" wp14:editId="5ACA3511">
                <wp:simplePos x="0" y="0"/>
                <wp:positionH relativeFrom="column">
                  <wp:posOffset>3314700</wp:posOffset>
                </wp:positionH>
                <wp:positionV relativeFrom="paragraph">
                  <wp:posOffset>158115</wp:posOffset>
                </wp:positionV>
                <wp:extent cx="800100" cy="419100"/>
                <wp:effectExtent l="0" t="0" r="76200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61pt;margin-top:12.45pt;width:63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" strokecolor="black [3213]">
                <v:stroke endarrow="block"/>
              </v:shape>
            </w:pict>
          </mc:Fallback>
        </mc:AlternateContent>
      </w:r>
      <w:r w:rsidR="00914EC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62B375" wp14:editId="578B40A8">
                <wp:simplePos x="0" y="0"/>
                <wp:positionH relativeFrom="column">
                  <wp:posOffset>3086100</wp:posOffset>
                </wp:positionH>
                <wp:positionV relativeFrom="paragraph">
                  <wp:posOffset>5715</wp:posOffset>
                </wp:positionV>
                <wp:extent cx="228600" cy="228917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91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43pt;margin-top:.45pt;width:18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" filled="f" strokecolor="black [3213]" strokeweight="2pt"/>
            </w:pict>
          </mc:Fallback>
        </mc:AlternateContent>
      </w:r>
    </w:p>
    <w:p w:rsidR="00193A22" w:rsidRDefault="00914EC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3C4CDE" wp14:editId="685DA056">
                <wp:simplePos x="0" y="0"/>
                <wp:positionH relativeFrom="column">
                  <wp:posOffset>3200400</wp:posOffset>
                </wp:positionH>
                <wp:positionV relativeFrom="paragraph">
                  <wp:posOffset>63500</wp:posOffset>
                </wp:positionV>
                <wp:extent cx="0" cy="457200"/>
                <wp:effectExtent l="76200" t="0" r="571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52pt;margin-top:5pt;width:0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" strokecolor="black [3213]">
                <v:stroke endarrow="block"/>
              </v:shape>
            </w:pict>
          </mc:Fallback>
        </mc:AlternateContent>
      </w:r>
    </w:p>
    <w:p w:rsidR="00193A22" w:rsidRDefault="007D6CA4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DCEC37" wp14:editId="385EE62D">
                <wp:simplePos x="0" y="0"/>
                <wp:positionH relativeFrom="column">
                  <wp:posOffset>3005138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0" b="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A4" w:rsidRDefault="007D6CA4" w:rsidP="007D6CA4">
                            <w:pPr>
                              <w:pStyle w:val="Normal9"/>
                              <w:jc w:val="center"/>
                            </w:pPr>
                            <w:r>
                              <w:t>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0" o:spid="_x0000_s1045" type="#_x0000_t202" style="position:absolute;margin-left:236.65pt;margin-top:.6pt;width:45pt;height:18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" filled="f" stroked="f" strokeweight=".5pt">
                <v:textbox inset="0,0,0,0">
                  <w:txbxContent>
                    <w:p w:rsidR="007D6CA4" w:rsidRDefault="007D6CA4" w:rsidP="007D6CA4">
                      <w:pPr>
                        <w:pStyle w:val="Normal9"/>
                        <w:jc w:val="center"/>
                      </w:pPr>
                      <w:r>
                        <w:t>X2</w:t>
                      </w:r>
                    </w:p>
                  </w:txbxContent>
                </v:textbox>
              </v:shape>
            </w:pict>
          </mc:Fallback>
        </mc:AlternateContent>
      </w:r>
      <w:r w:rsidR="00914EC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B13147" wp14:editId="47BC3DF8">
                <wp:simplePos x="0" y="0"/>
                <wp:positionH relativeFrom="column">
                  <wp:posOffset>4114800</wp:posOffset>
                </wp:positionH>
                <wp:positionV relativeFrom="paragraph">
                  <wp:posOffset>121920</wp:posOffset>
                </wp:positionV>
                <wp:extent cx="457200" cy="6858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24pt;margin-top:9.6pt;width:36pt;height:54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" filled="f" strokecolor="black [3213]" strokeweight="2pt"/>
            </w:pict>
          </mc:Fallback>
        </mc:AlternateContent>
      </w:r>
    </w:p>
    <w:p w:rsidR="00193A22" w:rsidRDefault="00914ECB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BA23062" wp14:editId="3826D88C">
                <wp:simplePos x="0" y="0"/>
                <wp:positionH relativeFrom="column">
                  <wp:posOffset>2399982</wp:posOffset>
                </wp:positionH>
                <wp:positionV relativeFrom="paragraph">
                  <wp:posOffset>65405</wp:posOffset>
                </wp:positionV>
                <wp:extent cx="228600" cy="2286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188.95pt;margin-top:5.15pt;width:18pt;height:1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" filled="f" strokecolor="black [3213]" strokeweight="2pt"/>
            </w:pict>
          </mc:Fallback>
        </mc:AlternateContent>
      </w:r>
    </w:p>
    <w:p w:rsidR="00193A22" w:rsidRDefault="00EB4DE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4E4E7F" wp14:editId="68263D98">
                <wp:simplePos x="0" y="0"/>
                <wp:positionH relativeFrom="column">
                  <wp:posOffset>2514600</wp:posOffset>
                </wp:positionH>
                <wp:positionV relativeFrom="paragraph">
                  <wp:posOffset>123190</wp:posOffset>
                </wp:positionV>
                <wp:extent cx="0" cy="571500"/>
                <wp:effectExtent l="76200" t="0" r="5715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98pt;margin-top:9.7pt;width:0;height: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" strokecolor="black [3213]">
                <v:stroke endarrow="block"/>
              </v:shape>
            </w:pict>
          </mc:Fallback>
        </mc:AlternateContent>
      </w:r>
      <w:r w:rsidR="00914E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15D9CC" wp14:editId="475117F6">
                <wp:simplePos x="0" y="0"/>
                <wp:positionH relativeFrom="column">
                  <wp:posOffset>2971800</wp:posOffset>
                </wp:positionH>
                <wp:positionV relativeFrom="paragraph">
                  <wp:posOffset>8890</wp:posOffset>
                </wp:positionV>
                <wp:extent cx="571500" cy="3429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4pt;margin-top:.7pt;width:45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" filled="f" strokecolor="black [3213]" strokeweight="2pt"/>
            </w:pict>
          </mc:Fallback>
        </mc:AlternateContent>
      </w:r>
    </w:p>
    <w:p w:rsidR="00193A22" w:rsidRDefault="007D6CA4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1122B2" wp14:editId="656CB079">
                <wp:simplePos x="0" y="0"/>
                <wp:positionH relativeFrom="column">
                  <wp:posOffset>2081212</wp:posOffset>
                </wp:positionH>
                <wp:positionV relativeFrom="paragraph">
                  <wp:posOffset>67310</wp:posOffset>
                </wp:positionV>
                <wp:extent cx="571500" cy="228600"/>
                <wp:effectExtent l="0" t="0" r="0" b="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CA4" w:rsidRDefault="007D6CA4" w:rsidP="007D6CA4">
                            <w:pPr>
                              <w:pStyle w:val="Normal9"/>
                              <w:jc w:val="center"/>
                            </w:pPr>
                            <w:r>
                              <w:t>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2" o:spid="_x0000_s1046" type="#_x0000_t202" style="position:absolute;margin-left:163.85pt;margin-top:5.3pt;width:45pt;height:18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" filled="f" stroked="f" strokeweight=".5pt">
                <v:textbox inset="0,0,0,0">
                  <w:txbxContent>
                    <w:p w:rsidR="007D6CA4" w:rsidRDefault="007D6CA4" w:rsidP="007D6CA4">
                      <w:pPr>
                        <w:pStyle w:val="Normal9"/>
                        <w:jc w:val="center"/>
                      </w:pPr>
                      <w:r>
                        <w:t>X1</w:t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193A22"/>
    <w:p w:rsidR="00193A22" w:rsidRDefault="00193A22"/>
    <w:p w:rsidR="00193A22" w:rsidRDefault="00914ECB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BAF970" wp14:editId="40FFEB3F">
                <wp:simplePos x="0" y="0"/>
                <wp:positionH relativeFrom="column">
                  <wp:posOffset>2057400</wp:posOffset>
                </wp:positionH>
                <wp:positionV relativeFrom="paragraph">
                  <wp:posOffset>12700</wp:posOffset>
                </wp:positionV>
                <wp:extent cx="1028700" cy="22860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4" o:spid="_x0000_s1026" style="position:absolute;margin-left:162pt;margin-top:1pt;width:81pt;height:1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" filled="f" strokecolor="black [3213]" strokeweight="2pt"/>
            </w:pict>
          </mc:Fallback>
        </mc:AlternateContent>
      </w:r>
    </w:p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3B745D" w:rsidRDefault="003B745D">
      <w:pPr>
        <w:spacing w:after="200" w:line="276" w:lineRule="auto"/>
      </w:pPr>
      <w:r>
        <w:br w:type="page"/>
      </w:r>
    </w:p>
    <w:p w:rsidR="003B745D" w:rsidRDefault="003B745D" w:rsidP="003B745D">
      <w:r>
        <w:lastRenderedPageBreak/>
        <w:t>Groups and Links, Figure 2</w:t>
      </w:r>
    </w:p>
    <w:p w:rsidR="003B745D" w:rsidRDefault="003B745D" w:rsidP="003B745D"/>
    <w:p w:rsidR="00193A22" w:rsidRDefault="009C444F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CDF9E4A" wp14:editId="49C83574">
                <wp:simplePos x="0" y="0"/>
                <wp:positionH relativeFrom="column">
                  <wp:posOffset>2857182</wp:posOffset>
                </wp:positionH>
                <wp:positionV relativeFrom="paragraph">
                  <wp:posOffset>39370</wp:posOffset>
                </wp:positionV>
                <wp:extent cx="685800" cy="342900"/>
                <wp:effectExtent l="0" t="0" r="0" b="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44F" w:rsidRDefault="009C444F" w:rsidP="009C444F">
                            <w:pPr>
                              <w:jc w:val="center"/>
                            </w:pPr>
                            <w:r>
                              <w:t>FileY.h5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47" type="#_x0000_t202" style="position:absolute;margin-left:224.95pt;margin-top:3.1pt;width:54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" filled="f" stroked="f" strokeweight=".5pt">
                <v:textbox inset="0,0,0,0">
                  <w:txbxContent>
                    <w:p w:rsidR="009C444F" w:rsidRDefault="009C444F" w:rsidP="009C444F">
                      <w:pPr>
                        <w:jc w:val="center"/>
                      </w:pPr>
                      <w:r>
                        <w:t>FileY.h5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0B7824D" wp14:editId="3B0E91AD">
                <wp:simplePos x="0" y="0"/>
                <wp:positionH relativeFrom="column">
                  <wp:posOffset>1026795</wp:posOffset>
                </wp:positionH>
                <wp:positionV relativeFrom="paragraph">
                  <wp:posOffset>125730</wp:posOffset>
                </wp:positionV>
                <wp:extent cx="4343400" cy="2743200"/>
                <wp:effectExtent l="0" t="0" r="19050" b="19050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3" o:spid="_x0000_s1026" style="position:absolute;margin-left:80.85pt;margin-top:9.9pt;width:342pt;height:3in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" fillcolor="white [3201]" strokecolor="black [3213]" strokeweight="2pt"/>
            </w:pict>
          </mc:Fallback>
        </mc:AlternateContent>
      </w:r>
    </w:p>
    <w:p w:rsidR="00193A22" w:rsidRDefault="00193A22" w:rsidP="003B745D"/>
    <w:p w:rsidR="00193A22" w:rsidRDefault="009C444F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2B97CD" wp14:editId="4B6B7375">
                <wp:simplePos x="0" y="0"/>
                <wp:positionH relativeFrom="column">
                  <wp:posOffset>3352800</wp:posOffset>
                </wp:positionH>
                <wp:positionV relativeFrom="paragraph">
                  <wp:posOffset>55880</wp:posOffset>
                </wp:positionV>
                <wp:extent cx="571500" cy="228600"/>
                <wp:effectExtent l="0" t="0" r="0" b="0"/>
                <wp:wrapNone/>
                <wp:docPr id="301" name="Text Box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44F" w:rsidRDefault="009C444F" w:rsidP="009C444F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1" o:spid="_x0000_s1048" type="#_x0000_t202" style="position:absolute;margin-left:264pt;margin-top:4.4pt;width:45pt;height:18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" filled="f" stroked="f" strokeweight=".5pt">
                <v:textbox inset="0,0,0,0">
                  <w:txbxContent>
                    <w:p w:rsidR="009C444F" w:rsidRDefault="009C444F" w:rsidP="009C444F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4E9599" wp14:editId="36CDECD8">
                <wp:simplePos x="0" y="0"/>
                <wp:positionH relativeFrom="column">
                  <wp:posOffset>3085782</wp:posOffset>
                </wp:positionH>
                <wp:positionV relativeFrom="paragraph">
                  <wp:posOffset>51435</wp:posOffset>
                </wp:positionV>
                <wp:extent cx="228600" cy="228600"/>
                <wp:effectExtent l="0" t="0" r="19050" b="19050"/>
                <wp:wrapNone/>
                <wp:docPr id="294" name="Oval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4" o:spid="_x0000_s1026" style="position:absolute;margin-left:242.95pt;margin-top:4.05pt;width:18pt;height:1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" filled="f" strokecolor="black [3213]" strokeweight="2pt"/>
            </w:pict>
          </mc:Fallback>
        </mc:AlternateContent>
      </w:r>
    </w:p>
    <w:p w:rsidR="00193A22" w:rsidRDefault="00365C15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503E147" wp14:editId="50E62D38">
                <wp:simplePos x="0" y="0"/>
                <wp:positionH relativeFrom="column">
                  <wp:posOffset>3033395</wp:posOffset>
                </wp:positionH>
                <wp:positionV relativeFrom="paragraph">
                  <wp:posOffset>108585</wp:posOffset>
                </wp:positionV>
                <wp:extent cx="247650" cy="214312"/>
                <wp:effectExtent l="0" t="0" r="0" b="14605"/>
                <wp:wrapNone/>
                <wp:docPr id="317" name="Text Box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C15" w:rsidRDefault="00365C15" w:rsidP="00365C15">
                            <w:pPr>
                              <w:pStyle w:val="Normal9"/>
                            </w:pPr>
                            <w:r>
                              <w:t>YA</w:t>
                            </w:r>
                            <w:r w:rsidR="00B01178">
                              <w:rPr>
                                <w:noProof/>
                              </w:rPr>
                              <w:drawing>
                                <wp:inline distT="0" distB="0" distL="0" distR="0" wp14:anchorId="7D5D26BA" wp14:editId="79A3B7F6">
                                  <wp:extent cx="241300" cy="209127"/>
                                  <wp:effectExtent l="0" t="0" r="0" b="0"/>
                                  <wp:docPr id="332" name="Picture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7" o:spid="_x0000_s1049" type="#_x0000_t202" style="position:absolute;margin-left:238.85pt;margin-top:8.55pt;width:19.5pt;height:16.8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" filled="f" stroked="f" strokeweight=".5pt">
                <v:textbox inset="0,0,0,0">
                  <w:txbxContent>
                    <w:p w:rsidR="00365C15" w:rsidRDefault="00365C15" w:rsidP="00365C15">
                      <w:pPr>
                        <w:pStyle w:val="Normal9"/>
                      </w:pPr>
                      <w:r>
                        <w:t>YA</w:t>
                      </w:r>
                      <w:r w:rsidR="00B01178">
                        <w:rPr>
                          <w:noProof/>
                        </w:rPr>
                        <w:drawing>
                          <wp:inline distT="0" distB="0" distL="0" distR="0" wp14:anchorId="7D5D26BA" wp14:editId="79A3B7F6">
                            <wp:extent cx="241300" cy="209127"/>
                            <wp:effectExtent l="0" t="0" r="0" b="0"/>
                            <wp:docPr id="332" name="Picture 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C444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961A1AD" wp14:editId="218425A5">
                <wp:simplePos x="0" y="0"/>
                <wp:positionH relativeFrom="column">
                  <wp:posOffset>3200400</wp:posOffset>
                </wp:positionH>
                <wp:positionV relativeFrom="paragraph">
                  <wp:posOffset>109220</wp:posOffset>
                </wp:positionV>
                <wp:extent cx="0" cy="180975"/>
                <wp:effectExtent l="76200" t="0" r="76200" b="47625"/>
                <wp:wrapNone/>
                <wp:docPr id="302" name="Straight Arrow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2" o:spid="_x0000_s1026" type="#_x0000_t32" style="position:absolute;margin-left:252pt;margin-top:8.6pt;width:0;height:1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" strokecolor="black [3213]">
                <v:stroke endarrow="block"/>
              </v:shape>
            </w:pict>
          </mc:Fallback>
        </mc:AlternateContent>
      </w:r>
    </w:p>
    <w:p w:rsidR="00193A22" w:rsidRDefault="00365C15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5A4DC78" wp14:editId="00AAC3E9">
                <wp:simplePos x="0" y="0"/>
                <wp:positionH relativeFrom="column">
                  <wp:posOffset>1744345</wp:posOffset>
                </wp:positionH>
                <wp:positionV relativeFrom="paragraph">
                  <wp:posOffset>158115</wp:posOffset>
                </wp:positionV>
                <wp:extent cx="1384300" cy="1790065"/>
                <wp:effectExtent l="0" t="19050" r="44450" b="19685"/>
                <wp:wrapNone/>
                <wp:docPr id="316" name="Freeform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790065"/>
                        </a:xfrm>
                        <a:custGeom>
                          <a:avLst/>
                          <a:gdLst>
                            <a:gd name="connsiteX0" fmla="*/ 1589915 w 1589915"/>
                            <a:gd name="connsiteY0" fmla="*/ 1390794 h 1960706"/>
                            <a:gd name="connsiteX1" fmla="*/ 42102 w 1589915"/>
                            <a:gd name="connsiteY1" fmla="*/ 1905144 h 1960706"/>
                            <a:gd name="connsiteX2" fmla="*/ 532640 w 1589915"/>
                            <a:gd name="connsiteY2" fmla="*/ 219219 h 1960706"/>
                            <a:gd name="connsiteX3" fmla="*/ 1532765 w 1589915"/>
                            <a:gd name="connsiteY3" fmla="*/ 71581 h 19607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89915" h="1960706">
                              <a:moveTo>
                                <a:pt x="1589915" y="1390794"/>
                              </a:moveTo>
                              <a:cubicBezTo>
                                <a:pt x="904114" y="1745600"/>
                                <a:pt x="218314" y="2100406"/>
                                <a:pt x="42102" y="1905144"/>
                              </a:cubicBezTo>
                              <a:cubicBezTo>
                                <a:pt x="-134110" y="1709882"/>
                                <a:pt x="284196" y="524813"/>
                                <a:pt x="532640" y="219219"/>
                              </a:cubicBezTo>
                              <a:cubicBezTo>
                                <a:pt x="781084" y="-86375"/>
                                <a:pt x="1156924" y="-7397"/>
                                <a:pt x="1532765" y="71581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16" o:spid="_x0000_s1026" style="position:absolute;margin-left:137.35pt;margin-top:12.45pt;width:109pt;height:140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89915,1960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" path="m1589915,1390794c904114,1745600,218314,2100406,42102,1905144,-134110,1709882,284196,524813,532640,219219,781084,-86375,1156924,-7397,1532765,71581e" filled="f" strokecolor="black [3213]">
                <v:stroke endarrow="block"/>
                <v:path arrowok="t" o:connecttype="custom" o:connectlocs="1384300,1269753;36657,1739339;463757,200140;1334541,65351" o:connectangles="0,0,0,0"/>
              </v:shape>
            </w:pict>
          </mc:Fallback>
        </mc:AlternateContent>
      </w:r>
      <w:r w:rsidR="009C444F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22A6CBB" wp14:editId="209A066C">
                <wp:simplePos x="0" y="0"/>
                <wp:positionH relativeFrom="column">
                  <wp:posOffset>3085465</wp:posOffset>
                </wp:positionH>
                <wp:positionV relativeFrom="paragraph">
                  <wp:posOffset>119380</wp:posOffset>
                </wp:positionV>
                <wp:extent cx="228600" cy="228600"/>
                <wp:effectExtent l="0" t="0" r="19050" b="19050"/>
                <wp:wrapNone/>
                <wp:docPr id="295" name="Oval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5" o:spid="_x0000_s1026" style="position:absolute;margin-left:242.95pt;margin-top:9.4pt;width:18pt;height:1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" filled="f" strokecolor="black [3213]" strokeweight="2pt"/>
            </w:pict>
          </mc:Fallback>
        </mc:AlternateContent>
      </w:r>
    </w:p>
    <w:p w:rsidR="00193A22" w:rsidRDefault="00D120DF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FF51CF6" wp14:editId="0964E2A6">
                <wp:simplePos x="0" y="0"/>
                <wp:positionH relativeFrom="column">
                  <wp:posOffset>3409315</wp:posOffset>
                </wp:positionH>
                <wp:positionV relativeFrom="paragraph">
                  <wp:posOffset>5715</wp:posOffset>
                </wp:positionV>
                <wp:extent cx="247650" cy="213995"/>
                <wp:effectExtent l="0" t="0" r="0" b="14605"/>
                <wp:wrapNone/>
                <wp:docPr id="324" name="Text Box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C15" w:rsidRDefault="00365C15" w:rsidP="00365C15">
                            <w:pPr>
                              <w:pStyle w:val="Normal9"/>
                            </w:pPr>
                            <w:r>
                              <w:t>Y</w:t>
                            </w:r>
                            <w:r w:rsidR="00B01178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4" o:spid="_x0000_s1050" type="#_x0000_t202" style="position:absolute;margin-left:268.45pt;margin-top:.45pt;width:19.5pt;height:16.8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" filled="f" stroked="f" strokeweight=".5pt">
                <v:textbox inset="0,0,0,0">
                  <w:txbxContent>
                    <w:p w:rsidR="00365C15" w:rsidRDefault="00365C15" w:rsidP="00365C15">
                      <w:pPr>
                        <w:pStyle w:val="Normal9"/>
                      </w:pPr>
                      <w:r>
                        <w:t>Y</w:t>
                      </w:r>
                      <w:r w:rsidR="00B01178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307E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0D27833" wp14:editId="355A1E76">
                <wp:simplePos x="0" y="0"/>
                <wp:positionH relativeFrom="column">
                  <wp:posOffset>3314700</wp:posOffset>
                </wp:positionH>
                <wp:positionV relativeFrom="paragraph">
                  <wp:posOffset>130175</wp:posOffset>
                </wp:positionV>
                <wp:extent cx="342900" cy="161925"/>
                <wp:effectExtent l="0" t="0" r="76200" b="66675"/>
                <wp:wrapNone/>
                <wp:docPr id="308" name="Straight Arrow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8" o:spid="_x0000_s1026" type="#_x0000_t32" style="position:absolute;margin-left:261pt;margin-top:10.25pt;width:27pt;height:12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" strokecolor="black [3213]">
                <v:stroke endarrow="block"/>
              </v:shape>
            </w:pict>
          </mc:Fallback>
        </mc:AlternateContent>
      </w:r>
    </w:p>
    <w:p w:rsidR="00193A22" w:rsidRDefault="009B7DA5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D4F57DA" wp14:editId="47EA2EDF">
                <wp:simplePos x="0" y="0"/>
                <wp:positionH relativeFrom="column">
                  <wp:posOffset>1875155</wp:posOffset>
                </wp:positionH>
                <wp:positionV relativeFrom="paragraph">
                  <wp:posOffset>164465</wp:posOffset>
                </wp:positionV>
                <wp:extent cx="247650" cy="213995"/>
                <wp:effectExtent l="0" t="0" r="0" b="14605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C15" w:rsidRDefault="00365C15" w:rsidP="00365C15">
                            <w:pPr>
                              <w:pStyle w:val="Normal9"/>
                            </w:pPr>
                            <w:r>
                              <w:t>Y</w:t>
                            </w:r>
                            <w:r w:rsidR="00B01178"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8" o:spid="_x0000_s1051" type="#_x0000_t202" style="position:absolute;margin-left:147.65pt;margin-top:12.95pt;width:19.5pt;height:16.8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" filled="f" stroked="f" strokeweight=".5pt">
                <v:textbox inset="0,0,0,0">
                  <w:txbxContent>
                    <w:p w:rsidR="00365C15" w:rsidRDefault="00365C15" w:rsidP="00365C15">
                      <w:pPr>
                        <w:pStyle w:val="Normal9"/>
                      </w:pPr>
                      <w:r>
                        <w:t>Y</w:t>
                      </w:r>
                      <w:r w:rsidR="00B01178"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B0117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E14F155" wp14:editId="047B3F4C">
                <wp:simplePos x="0" y="0"/>
                <wp:positionH relativeFrom="column">
                  <wp:posOffset>3032443</wp:posOffset>
                </wp:positionH>
                <wp:positionV relativeFrom="paragraph">
                  <wp:posOffset>49530</wp:posOffset>
                </wp:positionV>
                <wp:extent cx="247650" cy="213995"/>
                <wp:effectExtent l="0" t="0" r="0" b="14605"/>
                <wp:wrapNone/>
                <wp:docPr id="328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178" w:rsidRDefault="00B01178" w:rsidP="00B01178">
                            <w:pPr>
                              <w:pStyle w:val="Normal9"/>
                            </w:pPr>
                            <w:r>
                              <w:t>YB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8" o:spid="_x0000_s1052" type="#_x0000_t202" style="position:absolute;margin-left:238.8pt;margin-top:3.9pt;width:19.5pt;height:16.8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" filled="f" stroked="f" strokeweight=".5pt">
                <v:textbox inset="0,0,0,0">
                  <w:txbxContent>
                    <w:p w:rsidR="00B01178" w:rsidRDefault="00B01178" w:rsidP="00B01178">
                      <w:pPr>
                        <w:pStyle w:val="Normal9"/>
                      </w:pPr>
                      <w:r>
                        <w:t>Y</w:t>
                      </w: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307EE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737EC01" wp14:editId="076587FB">
                <wp:simplePos x="0" y="0"/>
                <wp:positionH relativeFrom="column">
                  <wp:posOffset>3657600</wp:posOffset>
                </wp:positionH>
                <wp:positionV relativeFrom="paragraph">
                  <wp:posOffset>7620</wp:posOffset>
                </wp:positionV>
                <wp:extent cx="571500" cy="342900"/>
                <wp:effectExtent l="0" t="0" r="19050" b="19050"/>
                <wp:wrapNone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9" o:spid="_x0000_s1026" style="position:absolute;margin-left:4in;margin-top:.6pt;width:45pt;height:2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" filled="f" strokecolor="black [3213]" strokeweight="2pt"/>
            </w:pict>
          </mc:Fallback>
        </mc:AlternateContent>
      </w:r>
      <w:r w:rsidR="003307EE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1E62B3" wp14:editId="71BD67E8">
                <wp:simplePos x="0" y="0"/>
                <wp:positionH relativeFrom="column">
                  <wp:posOffset>3195638</wp:posOffset>
                </wp:positionH>
                <wp:positionV relativeFrom="paragraph">
                  <wp:posOffset>7620</wp:posOffset>
                </wp:positionV>
                <wp:extent cx="4762" cy="342900"/>
                <wp:effectExtent l="76200" t="0" r="71755" b="57150"/>
                <wp:wrapNone/>
                <wp:docPr id="303" name="Straight Arrow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3" o:spid="_x0000_s1026" type="#_x0000_t32" style="position:absolute;margin-left:251.65pt;margin-top:.6pt;width:.35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" strokecolor="black [3213]">
                <v:stroke endarrow="block"/>
              </v:shape>
            </w:pict>
          </mc:Fallback>
        </mc:AlternateContent>
      </w:r>
    </w:p>
    <w:p w:rsidR="00193A22" w:rsidRDefault="00193A22" w:rsidP="003B745D"/>
    <w:p w:rsidR="00193A22" w:rsidRDefault="00365C15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A482B4B" wp14:editId="0DB1810A">
                <wp:simplePos x="0" y="0"/>
                <wp:positionH relativeFrom="column">
                  <wp:posOffset>2833052</wp:posOffset>
                </wp:positionH>
                <wp:positionV relativeFrom="paragraph">
                  <wp:posOffset>66040</wp:posOffset>
                </wp:positionV>
                <wp:extent cx="247650" cy="214312"/>
                <wp:effectExtent l="0" t="0" r="0" b="14605"/>
                <wp:wrapNone/>
                <wp:docPr id="325" name="Text Box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C15" w:rsidRDefault="00365C15" w:rsidP="00365C15">
                            <w:pPr>
                              <w:pStyle w:val="Normal9"/>
                            </w:pPr>
                            <w:r>
                              <w:t>Y</w:t>
                            </w:r>
                            <w:r w:rsidR="00B01178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5" o:spid="_x0000_s1053" type="#_x0000_t202" style="position:absolute;margin-left:223.05pt;margin-top:5.2pt;width:19.5pt;height:16.8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" filled="f" stroked="f" strokeweight=".5pt">
                <v:textbox inset="0,0,0,0">
                  <w:txbxContent>
                    <w:p w:rsidR="00365C15" w:rsidRDefault="00365C15" w:rsidP="00365C15">
                      <w:pPr>
                        <w:pStyle w:val="Normal9"/>
                      </w:pPr>
                      <w:r>
                        <w:t>Y</w:t>
                      </w:r>
                      <w:r w:rsidR="00B01178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DB01739" wp14:editId="1777E790">
                <wp:simplePos x="0" y="0"/>
                <wp:positionH relativeFrom="column">
                  <wp:posOffset>2752725</wp:posOffset>
                </wp:positionH>
                <wp:positionV relativeFrom="paragraph">
                  <wp:posOffset>142240</wp:posOffset>
                </wp:positionV>
                <wp:extent cx="342901" cy="247650"/>
                <wp:effectExtent l="38100" t="0" r="19050" b="57150"/>
                <wp:wrapNone/>
                <wp:docPr id="306" name="Straight Arrow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1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6" o:spid="_x0000_s1026" type="#_x0000_t32" style="position:absolute;margin-left:216.75pt;margin-top:11.2pt;width:27pt;height:19.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DFB2A8B" wp14:editId="579C0F48">
                <wp:simplePos x="0" y="0"/>
                <wp:positionH relativeFrom="column">
                  <wp:posOffset>3314700</wp:posOffset>
                </wp:positionH>
                <wp:positionV relativeFrom="paragraph">
                  <wp:posOffset>8890</wp:posOffset>
                </wp:positionV>
                <wp:extent cx="609600" cy="685800"/>
                <wp:effectExtent l="0" t="38100" r="57150" b="19050"/>
                <wp:wrapNone/>
                <wp:docPr id="311" name="Straight Arrow Connector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1" o:spid="_x0000_s1026" type="#_x0000_t32" style="position:absolute;margin-left:261pt;margin-top:.7pt;width:48pt;height:54pt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" strokecolor="black [3213]">
                <v:stroke endarrow="block"/>
              </v:shape>
            </w:pict>
          </mc:Fallback>
        </mc:AlternateContent>
      </w:r>
      <w:r w:rsidR="009C444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030F81" wp14:editId="2576933E">
                <wp:simplePos x="0" y="0"/>
                <wp:positionH relativeFrom="column">
                  <wp:posOffset>3104832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296" name="Ova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6" o:spid="_x0000_s1026" style="position:absolute;margin-left:244.45pt;margin-top:.7pt;width:18pt;height:1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" filled="f" strokecolor="black [3213]" strokeweight="2pt"/>
            </w:pict>
          </mc:Fallback>
        </mc:AlternateContent>
      </w:r>
    </w:p>
    <w:p w:rsidR="00193A22" w:rsidRDefault="00B01178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FB8106" wp14:editId="5B91924D">
                <wp:simplePos x="0" y="0"/>
                <wp:positionH relativeFrom="column">
                  <wp:posOffset>3217863</wp:posOffset>
                </wp:positionH>
                <wp:positionV relativeFrom="paragraph">
                  <wp:posOffset>137795</wp:posOffset>
                </wp:positionV>
                <wp:extent cx="247650" cy="213995"/>
                <wp:effectExtent l="0" t="0" r="0" b="14605"/>
                <wp:wrapNone/>
                <wp:docPr id="319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C15" w:rsidRDefault="00365C15" w:rsidP="00365C15">
                            <w:pPr>
                              <w:pStyle w:val="Normal9"/>
                            </w:pPr>
                            <w:r>
                              <w:t>Y</w:t>
                            </w:r>
                            <w:r w:rsidR="00B01178"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9" o:spid="_x0000_s1054" type="#_x0000_t202" style="position:absolute;margin-left:253.4pt;margin-top:10.85pt;width:19.5pt;height:16.8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" filled="f" stroked="f" strokeweight=".5pt">
                <v:textbox inset="0,0,0,0">
                  <w:txbxContent>
                    <w:p w:rsidR="00365C15" w:rsidRDefault="00365C15" w:rsidP="00365C15">
                      <w:pPr>
                        <w:pStyle w:val="Normal9"/>
                      </w:pPr>
                      <w:r>
                        <w:t>Y</w:t>
                      </w:r>
                      <w:r w:rsidR="00B01178"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65C1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A68CFB" wp14:editId="627B606F">
                <wp:simplePos x="0" y="0"/>
                <wp:positionH relativeFrom="column">
                  <wp:posOffset>3676015</wp:posOffset>
                </wp:positionH>
                <wp:positionV relativeFrom="paragraph">
                  <wp:posOffset>142875</wp:posOffset>
                </wp:positionV>
                <wp:extent cx="247650" cy="213995"/>
                <wp:effectExtent l="0" t="0" r="0" b="14605"/>
                <wp:wrapNone/>
                <wp:docPr id="320" name="Text Box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C15" w:rsidRDefault="00365C15" w:rsidP="00365C15">
                            <w:pPr>
                              <w:pStyle w:val="Normal9"/>
                            </w:pPr>
                            <w:r>
                              <w:t>Y</w:t>
                            </w:r>
                            <w:r w:rsidR="00B01178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0" o:spid="_x0000_s1055" type="#_x0000_t202" style="position:absolute;margin-left:289.45pt;margin-top:11.25pt;width:19.5pt;height:16.8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" filled="f" stroked="f" strokeweight=".5pt">
                <v:textbox inset="0,0,0,0">
                  <w:txbxContent>
                    <w:p w:rsidR="00365C15" w:rsidRDefault="00365C15" w:rsidP="00365C15">
                      <w:pPr>
                        <w:pStyle w:val="Normal9"/>
                      </w:pPr>
                      <w:r>
                        <w:t>Y</w:t>
                      </w:r>
                      <w:r w:rsidR="00B01178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65C1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22F67DA" wp14:editId="5FAFF4C1">
                <wp:simplePos x="0" y="0"/>
                <wp:positionH relativeFrom="column">
                  <wp:posOffset>2181225</wp:posOffset>
                </wp:positionH>
                <wp:positionV relativeFrom="paragraph">
                  <wp:posOffset>138430</wp:posOffset>
                </wp:positionV>
                <wp:extent cx="571500" cy="342900"/>
                <wp:effectExtent l="0" t="0" r="19050" b="19050"/>
                <wp:wrapNone/>
                <wp:docPr id="310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0" o:spid="_x0000_s1026" style="position:absolute;margin-left:171.75pt;margin-top:10.9pt;width:45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" filled="f" strokecolor="black [3213]" strokeweight="2pt"/>
            </w:pict>
          </mc:Fallback>
        </mc:AlternateContent>
      </w:r>
      <w:r w:rsidR="003307E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C4D72CA" wp14:editId="4239B80D">
                <wp:simplePos x="0" y="0"/>
                <wp:positionH relativeFrom="column">
                  <wp:posOffset>3200400</wp:posOffset>
                </wp:positionH>
                <wp:positionV relativeFrom="paragraph">
                  <wp:posOffset>67310</wp:posOffset>
                </wp:positionV>
                <wp:extent cx="0" cy="414338"/>
                <wp:effectExtent l="76200" t="0" r="57150" b="62230"/>
                <wp:wrapNone/>
                <wp:docPr id="304" name="Straight Arrow Connecto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3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4" o:spid="_x0000_s1026" type="#_x0000_t32" style="position:absolute;margin-left:252pt;margin-top:5.3pt;width:0;height:32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" strokecolor="black [3213]">
                <v:stroke endarrow="block"/>
              </v:shape>
            </w:pict>
          </mc:Fallback>
        </mc:AlternateContent>
      </w:r>
    </w:p>
    <w:p w:rsidR="00193A22" w:rsidRDefault="00193A22" w:rsidP="003B745D"/>
    <w:p w:rsidR="00193A22" w:rsidRDefault="009C444F" w:rsidP="003B745D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56B08D" wp14:editId="07BFE54C">
                <wp:simplePos x="0" y="0"/>
                <wp:positionH relativeFrom="column">
                  <wp:posOffset>3123565</wp:posOffset>
                </wp:positionH>
                <wp:positionV relativeFrom="paragraph">
                  <wp:posOffset>140335</wp:posOffset>
                </wp:positionV>
                <wp:extent cx="228600" cy="228600"/>
                <wp:effectExtent l="0" t="0" r="19050" b="19050"/>
                <wp:wrapNone/>
                <wp:docPr id="297" name="Ova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7" o:spid="_x0000_s1026" style="position:absolute;margin-left:245.95pt;margin-top:11.05pt;width:18pt;height:1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" filled="f" strokecolor="black [3213]" strokeweight="2pt"/>
            </w:pict>
          </mc:Fallback>
        </mc:AlternateContent>
      </w:r>
    </w:p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193A22" w:rsidRDefault="00193A22" w:rsidP="003B745D"/>
    <w:p w:rsidR="003B745D" w:rsidRDefault="003B745D">
      <w:pPr>
        <w:spacing w:after="200" w:line="276" w:lineRule="auto"/>
      </w:pPr>
      <w:r>
        <w:br w:type="page"/>
      </w:r>
    </w:p>
    <w:p w:rsidR="003B745D" w:rsidRDefault="003B745D" w:rsidP="003B745D">
      <w:r>
        <w:lastRenderedPageBreak/>
        <w:t>Groups and Links, Figure 3</w:t>
      </w:r>
    </w:p>
    <w:p w:rsidR="003B745D" w:rsidRDefault="003B745D"/>
    <w:p w:rsidR="003B745D" w:rsidRDefault="00D1597E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5F41989" wp14:editId="20846A53">
                <wp:simplePos x="0" y="0"/>
                <wp:positionH relativeFrom="column">
                  <wp:posOffset>2741295</wp:posOffset>
                </wp:positionH>
                <wp:positionV relativeFrom="paragraph">
                  <wp:posOffset>161925</wp:posOffset>
                </wp:positionV>
                <wp:extent cx="685800" cy="342900"/>
                <wp:effectExtent l="0" t="0" r="0" b="0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40D" w:rsidRDefault="0036440D" w:rsidP="0036440D">
                            <w:pPr>
                              <w:jc w:val="center"/>
                            </w:pPr>
                            <w:r>
                              <w:t>File</w:t>
                            </w:r>
                            <w:r w:rsidR="00705C3A">
                              <w:t>Z</w:t>
                            </w:r>
                            <w:r>
                              <w:t>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0" o:spid="_x0000_s1056" type="#_x0000_t202" style="position:absolute;margin-left:215.85pt;margin-top:12.75pt;width:54pt;height:2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" filled="f" stroked="f" strokeweight=".5pt">
                <v:textbox inset="0,0,0,0">
                  <w:txbxContent>
                    <w:p w:rsidR="0036440D" w:rsidRDefault="0036440D" w:rsidP="0036440D">
                      <w:pPr>
                        <w:jc w:val="center"/>
                      </w:pPr>
                      <w:r>
                        <w:t>File</w:t>
                      </w:r>
                      <w:r w:rsidR="00705C3A">
                        <w:t>Z</w:t>
                      </w:r>
                      <w:r>
                        <w:t>.h5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EFA58E" wp14:editId="0EAF034B">
                <wp:simplePos x="0" y="0"/>
                <wp:positionH relativeFrom="column">
                  <wp:posOffset>911860</wp:posOffset>
                </wp:positionH>
                <wp:positionV relativeFrom="paragraph">
                  <wp:posOffset>163830</wp:posOffset>
                </wp:positionV>
                <wp:extent cx="4343400" cy="2743200"/>
                <wp:effectExtent l="0" t="0" r="19050" b="19050"/>
                <wp:wrapNone/>
                <wp:docPr id="329" name="Rectangle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9" o:spid="_x0000_s1026" style="position:absolute;margin-left:71.8pt;margin-top:12.9pt;width:342pt;height:3in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" fillcolor="white [3201]" strokecolor="black [3213]" strokeweight="2pt"/>
            </w:pict>
          </mc:Fallback>
        </mc:AlternateContent>
      </w:r>
    </w:p>
    <w:p w:rsidR="003B745D" w:rsidRDefault="003B745D"/>
    <w:p w:rsidR="003B745D" w:rsidRDefault="00D1597E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8477271" wp14:editId="17FE3CDC">
                <wp:simplePos x="0" y="0"/>
                <wp:positionH relativeFrom="column">
                  <wp:posOffset>2989580</wp:posOffset>
                </wp:positionH>
                <wp:positionV relativeFrom="paragraph">
                  <wp:posOffset>165100</wp:posOffset>
                </wp:positionV>
                <wp:extent cx="228600" cy="228600"/>
                <wp:effectExtent l="0" t="0" r="19050" b="19050"/>
                <wp:wrapNone/>
                <wp:docPr id="335" name="Oval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5" o:spid="_x0000_s1026" style="position:absolute;margin-left:235.4pt;margin-top:13pt;width:18pt;height:1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" filled="f" strokecolor="black [3213]" strokeweight="2pt"/>
            </w:pict>
          </mc:Fallback>
        </mc:AlternateContent>
      </w:r>
    </w:p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AD9421E" wp14:editId="7BCA756D">
                <wp:simplePos x="0" y="0"/>
                <wp:positionH relativeFrom="column">
                  <wp:posOffset>3295650</wp:posOffset>
                </wp:positionH>
                <wp:positionV relativeFrom="paragraph">
                  <wp:posOffset>3175</wp:posOffset>
                </wp:positionV>
                <wp:extent cx="571500" cy="228600"/>
                <wp:effectExtent l="0" t="0" r="0" b="0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40D" w:rsidRDefault="0036440D" w:rsidP="0036440D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1" o:spid="_x0000_s1057" type="#_x0000_t202" style="position:absolute;margin-left:259.5pt;margin-top:.25pt;width:45pt;height:18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" filled="f" stroked="f" strokeweight=".5pt">
                <v:textbox inset="0,0,0,0">
                  <w:txbxContent>
                    <w:p w:rsidR="0036440D" w:rsidRDefault="0036440D" w:rsidP="0036440D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97DD9D7" wp14:editId="1C1B0AFD">
                <wp:simplePos x="0" y="0"/>
                <wp:positionH relativeFrom="column">
                  <wp:posOffset>2914015</wp:posOffset>
                </wp:positionH>
                <wp:positionV relativeFrom="paragraph">
                  <wp:posOffset>118745</wp:posOffset>
                </wp:positionV>
                <wp:extent cx="247650" cy="213995"/>
                <wp:effectExtent l="0" t="0" r="0" b="14605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62C" w:rsidRDefault="00705C3A" w:rsidP="00A8562C">
                            <w:pPr>
                              <w:pStyle w:val="Normal9"/>
                            </w:pPr>
                            <w:r>
                              <w:t>Z</w:t>
                            </w:r>
                            <w:r w:rsidR="00A8562C">
                              <w:t>A</w:t>
                            </w:r>
                            <w:r w:rsidR="00A8562C">
                              <w:rPr>
                                <w:noProof/>
                              </w:rPr>
                              <w:drawing>
                                <wp:inline distT="0" distB="0" distL="0" distR="0" wp14:anchorId="34344FC6" wp14:editId="55E537A5">
                                  <wp:extent cx="241300" cy="209127"/>
                                  <wp:effectExtent l="0" t="0" r="0" b="0"/>
                                  <wp:docPr id="334" name="Picture 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3" o:spid="_x0000_s1058" type="#_x0000_t202" style="position:absolute;margin-left:229.45pt;margin-top:9.35pt;width:19.5pt;height:16.8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" filled="f" stroked="f" strokeweight=".5pt">
                <v:textbox inset="0,0,0,0">
                  <w:txbxContent>
                    <w:p w:rsidR="00A8562C" w:rsidRDefault="00705C3A" w:rsidP="00A8562C">
                      <w:pPr>
                        <w:pStyle w:val="Normal9"/>
                      </w:pPr>
                      <w:r>
                        <w:t>Z</w:t>
                      </w:r>
                      <w:r w:rsidR="00A8562C">
                        <w:t>A</w:t>
                      </w:r>
                      <w:r w:rsidR="00A8562C">
                        <w:rPr>
                          <w:noProof/>
                        </w:rPr>
                        <w:drawing>
                          <wp:inline distT="0" distB="0" distL="0" distR="0" wp14:anchorId="34344FC6" wp14:editId="55E537A5">
                            <wp:extent cx="241300" cy="209127"/>
                            <wp:effectExtent l="0" t="0" r="0" b="0"/>
                            <wp:docPr id="334" name="Picture 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1597E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4814561" wp14:editId="7E4F804A">
                <wp:simplePos x="0" y="0"/>
                <wp:positionH relativeFrom="column">
                  <wp:posOffset>3124200</wp:posOffset>
                </wp:positionH>
                <wp:positionV relativeFrom="paragraph">
                  <wp:posOffset>58103</wp:posOffset>
                </wp:positionV>
                <wp:extent cx="0" cy="404812"/>
                <wp:effectExtent l="76200" t="0" r="57150" b="52705"/>
                <wp:wrapNone/>
                <wp:docPr id="337" name="Straight Arrow Connector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8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7" o:spid="_x0000_s1026" type="#_x0000_t32" style="position:absolute;margin-left:246pt;margin-top:4.6pt;width:0;height:31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" strokecolor="black [3213]">
                <v:stroke endarrow="block"/>
              </v:shape>
            </w:pict>
          </mc:Fallback>
        </mc:AlternateContent>
      </w:r>
    </w:p>
    <w:p w:rsidR="00193A22" w:rsidRDefault="00193A22"/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AF97FDB" wp14:editId="60AAE0D4">
                <wp:simplePos x="0" y="0"/>
                <wp:positionH relativeFrom="column">
                  <wp:posOffset>3375025</wp:posOffset>
                </wp:positionH>
                <wp:positionV relativeFrom="paragraph">
                  <wp:posOffset>159385</wp:posOffset>
                </wp:positionV>
                <wp:extent cx="247650" cy="213995"/>
                <wp:effectExtent l="0" t="0" r="0" b="14605"/>
                <wp:wrapNone/>
                <wp:docPr id="346" name="Text Box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E92" w:rsidRDefault="00C20E92" w:rsidP="00C20E92">
                            <w:pPr>
                              <w:pStyle w:val="Normal9"/>
                            </w:pPr>
                            <w:r>
                              <w:t>Z1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E78C67" wp14:editId="0A024C00">
                                  <wp:extent cx="241300" cy="209127"/>
                                  <wp:effectExtent l="0" t="0" r="0" b="0"/>
                                  <wp:docPr id="347" name="Picture 3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6" o:spid="_x0000_s1059" type="#_x0000_t202" style="position:absolute;margin-left:265.75pt;margin-top:12.55pt;width:19.5pt;height:16.85pt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" filled="f" stroked="f" strokeweight=".5pt">
                <v:textbox inset="0,0,0,0">
                  <w:txbxContent>
                    <w:p w:rsidR="00C20E92" w:rsidRDefault="00C20E92" w:rsidP="00C20E92">
                      <w:pPr>
                        <w:pStyle w:val="Normal9"/>
                      </w:pPr>
                      <w:r>
                        <w:t>Z</w:t>
                      </w:r>
                      <w:r>
                        <w:t>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CE78C67" wp14:editId="0A024C00">
                            <wp:extent cx="241300" cy="209127"/>
                            <wp:effectExtent l="0" t="0" r="0" b="0"/>
                            <wp:docPr id="347" name="Picture 3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68010EA" wp14:editId="4A15AA10">
                <wp:simplePos x="0" y="0"/>
                <wp:positionH relativeFrom="column">
                  <wp:posOffset>2989580</wp:posOffset>
                </wp:positionH>
                <wp:positionV relativeFrom="paragraph">
                  <wp:posOffset>120650</wp:posOffset>
                </wp:positionV>
                <wp:extent cx="228600" cy="228600"/>
                <wp:effectExtent l="0" t="0" r="19050" b="19050"/>
                <wp:wrapNone/>
                <wp:docPr id="339" name="Oval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9" o:spid="_x0000_s1026" style="position:absolute;margin-left:235.4pt;margin-top:9.5pt;width:18pt;height:1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" filled="f" strokecolor="black [3213]" strokeweight="2pt"/>
            </w:pict>
          </mc:Fallback>
        </mc:AlternateContent>
      </w:r>
    </w:p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C2A0579" wp14:editId="3320CEBF">
                <wp:simplePos x="0" y="0"/>
                <wp:positionH relativeFrom="column">
                  <wp:posOffset>3219450</wp:posOffset>
                </wp:positionH>
                <wp:positionV relativeFrom="paragraph">
                  <wp:posOffset>103505</wp:posOffset>
                </wp:positionV>
                <wp:extent cx="438150" cy="190500"/>
                <wp:effectExtent l="0" t="0" r="76200" b="57150"/>
                <wp:wrapNone/>
                <wp:docPr id="341" name="Straight Arrow Connector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1" o:spid="_x0000_s1026" type="#_x0000_t32" style="position:absolute;margin-left:253.5pt;margin-top:8.15pt;width:34.5pt;height: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CA83C6C" wp14:editId="2D22B634">
                <wp:simplePos x="0" y="0"/>
                <wp:positionH relativeFrom="column">
                  <wp:posOffset>3656965</wp:posOffset>
                </wp:positionH>
                <wp:positionV relativeFrom="paragraph">
                  <wp:posOffset>102235</wp:posOffset>
                </wp:positionV>
                <wp:extent cx="571500" cy="342900"/>
                <wp:effectExtent l="0" t="0" r="19050" b="19050"/>
                <wp:wrapNone/>
                <wp:docPr id="336" name="Rectangle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287.95pt;margin-top:8.05pt;width:45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" filled="f" strokecolor="black [3213]" strokeweight="2pt"/>
            </w:pict>
          </mc:Fallback>
        </mc:AlternateContent>
      </w:r>
    </w:p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7B4C0DC" wp14:editId="5C5774D6">
                <wp:simplePos x="0" y="0"/>
                <wp:positionH relativeFrom="column">
                  <wp:posOffset>3124200</wp:posOffset>
                </wp:positionH>
                <wp:positionV relativeFrom="paragraph">
                  <wp:posOffset>8890</wp:posOffset>
                </wp:positionV>
                <wp:extent cx="0" cy="571500"/>
                <wp:effectExtent l="76200" t="0" r="57150" b="57150"/>
                <wp:wrapNone/>
                <wp:docPr id="342" name="Straight Arrow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2" o:spid="_x0000_s1026" type="#_x0000_t32" style="position:absolute;margin-left:246pt;margin-top:.7pt;width:0;height:4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" strokecolor="black [3213]">
                <v:stroke endarrow="block"/>
              </v:shape>
            </w:pict>
          </mc:Fallback>
        </mc:AlternateContent>
      </w:r>
    </w:p>
    <w:p w:rsidR="00193A22" w:rsidRDefault="00617B03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22A296F" wp14:editId="46844C2F">
                <wp:simplePos x="0" y="0"/>
                <wp:positionH relativeFrom="column">
                  <wp:posOffset>2927985</wp:posOffset>
                </wp:positionH>
                <wp:positionV relativeFrom="paragraph">
                  <wp:posOffset>-635</wp:posOffset>
                </wp:positionV>
                <wp:extent cx="247650" cy="213995"/>
                <wp:effectExtent l="0" t="0" r="0" b="14605"/>
                <wp:wrapNone/>
                <wp:docPr id="348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E92" w:rsidRDefault="00C20E92" w:rsidP="00C20E92">
                            <w:pPr>
                              <w:pStyle w:val="Normal9"/>
                            </w:pPr>
                            <w:r>
                              <w:t>ZB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D77EB9" wp14:editId="0525395B">
                                  <wp:extent cx="241300" cy="209127"/>
                                  <wp:effectExtent l="0" t="0" r="0" b="0"/>
                                  <wp:docPr id="349" name="Picture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8" o:spid="_x0000_s1060" type="#_x0000_t202" style="position:absolute;margin-left:230.55pt;margin-top:-.05pt;width:19.5pt;height:16.85pt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" filled="f" stroked="f" strokeweight=".5pt">
                <v:textbox inset="0,0,0,0">
                  <w:txbxContent>
                    <w:p w:rsidR="00C20E92" w:rsidRDefault="00C20E92" w:rsidP="00C20E92">
                      <w:pPr>
                        <w:pStyle w:val="Normal9"/>
                      </w:pPr>
                      <w:r>
                        <w:t>Z</w:t>
                      </w:r>
                      <w:r>
                        <w:t>B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BD77EB9" wp14:editId="0525395B">
                            <wp:extent cx="241300" cy="209127"/>
                            <wp:effectExtent l="0" t="0" r="0" b="0"/>
                            <wp:docPr id="349" name="Picture 3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193A22"/>
    <w:p w:rsidR="00193A22" w:rsidRDefault="00617B03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C6B7E24" wp14:editId="22D30778">
                <wp:simplePos x="0" y="0"/>
                <wp:positionH relativeFrom="column">
                  <wp:posOffset>2332990</wp:posOffset>
                </wp:positionH>
                <wp:positionV relativeFrom="paragraph">
                  <wp:posOffset>115570</wp:posOffset>
                </wp:positionV>
                <wp:extent cx="247650" cy="213995"/>
                <wp:effectExtent l="0" t="0" r="0" b="14605"/>
                <wp:wrapNone/>
                <wp:docPr id="35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B03" w:rsidRDefault="00617B03" w:rsidP="00617B03">
                            <w:pPr>
                              <w:pStyle w:val="Normal9"/>
                            </w:pPr>
                            <w:r>
                              <w:t>ZBB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4D311" wp14:editId="2E62060C">
                                  <wp:extent cx="241300" cy="209127"/>
                                  <wp:effectExtent l="0" t="0" r="0" b="0"/>
                                  <wp:docPr id="358" name="Picture 3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7" o:spid="_x0000_s1061" type="#_x0000_t202" style="position:absolute;margin-left:183.7pt;margin-top:9.1pt;width:19.5pt;height:16.85pt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" filled="f" stroked="f" strokeweight=".5pt">
                <v:textbox inset="0,0,0,0">
                  <w:txbxContent>
                    <w:p w:rsidR="00617B03" w:rsidRDefault="00617B03" w:rsidP="00617B03">
                      <w:pPr>
                        <w:pStyle w:val="Normal9"/>
                      </w:pPr>
                      <w:r>
                        <w:t>ZB</w:t>
                      </w:r>
                      <w:r>
                        <w:t>B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F44D311" wp14:editId="2E62060C">
                            <wp:extent cx="241300" cy="209127"/>
                            <wp:effectExtent l="0" t="0" r="0" b="0"/>
                            <wp:docPr id="358" name="Picture 3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4D238A6" wp14:editId="5FD3F8AB">
                <wp:simplePos x="0" y="0"/>
                <wp:positionH relativeFrom="column">
                  <wp:posOffset>2581275</wp:posOffset>
                </wp:positionH>
                <wp:positionV relativeFrom="paragraph">
                  <wp:posOffset>140335</wp:posOffset>
                </wp:positionV>
                <wp:extent cx="424815" cy="123825"/>
                <wp:effectExtent l="0" t="57150" r="51435" b="28575"/>
                <wp:wrapNone/>
                <wp:docPr id="356" name="Freeform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" cy="123825"/>
                        </a:xfrm>
                        <a:custGeom>
                          <a:avLst/>
                          <a:gdLst>
                            <a:gd name="connsiteX0" fmla="*/ 424863 w 424863"/>
                            <a:gd name="connsiteY0" fmla="*/ 223260 h 243423"/>
                            <a:gd name="connsiteX1" fmla="*/ 43863 w 424863"/>
                            <a:gd name="connsiteY1" fmla="*/ 223260 h 243423"/>
                            <a:gd name="connsiteX2" fmla="*/ 48625 w 424863"/>
                            <a:gd name="connsiteY2" fmla="*/ 13710 h 243423"/>
                            <a:gd name="connsiteX3" fmla="*/ 405813 w 424863"/>
                            <a:gd name="connsiteY3" fmla="*/ 37523 h 2434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24863" h="243423">
                              <a:moveTo>
                                <a:pt x="424863" y="223260"/>
                              </a:moveTo>
                              <a:cubicBezTo>
                                <a:pt x="265716" y="240722"/>
                                <a:pt x="106569" y="258185"/>
                                <a:pt x="43863" y="223260"/>
                              </a:cubicBezTo>
                              <a:cubicBezTo>
                                <a:pt x="-18843" y="188335"/>
                                <a:pt x="-11700" y="44666"/>
                                <a:pt x="48625" y="13710"/>
                              </a:cubicBezTo>
                              <a:cubicBezTo>
                                <a:pt x="108950" y="-17246"/>
                                <a:pt x="257381" y="10138"/>
                                <a:pt x="405813" y="37523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56" o:spid="_x0000_s1026" style="position:absolute;margin-left:203.25pt;margin-top:11.05pt;width:33.45pt;height:9.75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24863,24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" path="m424863,223260v-159147,17462,-318294,34925,-381000,c-18843,188335,-11700,44666,48625,13710v60325,-30956,208756,-3572,357188,23813e" filled="f" strokecolor="black [3213]">
                <v:stroke endarrow="block"/>
                <v:path arrowok="t" o:connecttype="custom" o:connectlocs="424815,113568;43858,113568;48620,6974;405767,19087" o:connectangles="0,0,0,0"/>
              </v:shape>
            </w:pict>
          </mc:Fallback>
        </mc:AlternateContent>
      </w:r>
      <w:r w:rsidR="00C20E92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1F79315" wp14:editId="71D27A19">
                <wp:simplePos x="0" y="0"/>
                <wp:positionH relativeFrom="column">
                  <wp:posOffset>2989580</wp:posOffset>
                </wp:positionH>
                <wp:positionV relativeFrom="paragraph">
                  <wp:posOffset>68580</wp:posOffset>
                </wp:positionV>
                <wp:extent cx="228600" cy="228600"/>
                <wp:effectExtent l="0" t="0" r="19050" b="19050"/>
                <wp:wrapNone/>
                <wp:docPr id="338" name="Oval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8" o:spid="_x0000_s1026" style="position:absolute;margin-left:235.4pt;margin-top:5.4pt;width:18pt;height:1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" filled="f" strokecolor="black [3213]" strokeweight="2pt"/>
            </w:pict>
          </mc:Fallback>
        </mc:AlternateContent>
      </w:r>
    </w:p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2A2F962" wp14:editId="3145F873">
                <wp:simplePos x="0" y="0"/>
                <wp:positionH relativeFrom="column">
                  <wp:posOffset>3371215</wp:posOffset>
                </wp:positionH>
                <wp:positionV relativeFrom="paragraph">
                  <wp:posOffset>20320</wp:posOffset>
                </wp:positionV>
                <wp:extent cx="247650" cy="213995"/>
                <wp:effectExtent l="0" t="0" r="0" b="14605"/>
                <wp:wrapNone/>
                <wp:docPr id="344" name="Text Box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E92" w:rsidRDefault="00C20E92" w:rsidP="00C20E92">
                            <w:pPr>
                              <w:pStyle w:val="Normal9"/>
                            </w:pPr>
                            <w:r>
                              <w:t>Z2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D579D3" wp14:editId="0BAF591D">
                                  <wp:extent cx="241300" cy="209127"/>
                                  <wp:effectExtent l="0" t="0" r="0" b="0"/>
                                  <wp:docPr id="345" name="Picture 3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4" o:spid="_x0000_s1062" type="#_x0000_t202" style="position:absolute;margin-left:265.45pt;margin-top:1.6pt;width:19.5pt;height:16.8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" filled="f" stroked="f" strokeweight=".5pt">
                <v:textbox inset="0,0,0,0">
                  <w:txbxContent>
                    <w:p w:rsidR="00C20E92" w:rsidRDefault="00C20E92" w:rsidP="00C20E92">
                      <w:pPr>
                        <w:pStyle w:val="Normal9"/>
                      </w:pPr>
                      <w:r>
                        <w:t>Z</w:t>
                      </w:r>
                      <w:r>
                        <w:t>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D579D3" wp14:editId="0BAF591D">
                            <wp:extent cx="241300" cy="209127"/>
                            <wp:effectExtent l="0" t="0" r="0" b="0"/>
                            <wp:docPr id="345" name="Picture 3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F3863E0" wp14:editId="515C3B67">
                <wp:simplePos x="0" y="0"/>
                <wp:positionH relativeFrom="column">
                  <wp:posOffset>3200400</wp:posOffset>
                </wp:positionH>
                <wp:positionV relativeFrom="paragraph">
                  <wp:posOffset>93663</wp:posOffset>
                </wp:positionV>
                <wp:extent cx="476250" cy="261937"/>
                <wp:effectExtent l="0" t="0" r="95250" b="62230"/>
                <wp:wrapNone/>
                <wp:docPr id="340" name="Straight Arrow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26193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0" o:spid="_x0000_s1026" type="#_x0000_t32" style="position:absolute;margin-left:252pt;margin-top:7.4pt;width:37.5pt;height:20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" strokecolor="black [3213]">
                <v:stroke endarrow="block"/>
              </v:shape>
            </w:pict>
          </mc:Fallback>
        </mc:AlternateContent>
      </w:r>
    </w:p>
    <w:p w:rsidR="00193A22" w:rsidRDefault="00C20E92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A5FACA4" wp14:editId="236F01B2">
                <wp:simplePos x="0" y="0"/>
                <wp:positionH relativeFrom="column">
                  <wp:posOffset>3676015</wp:posOffset>
                </wp:positionH>
                <wp:positionV relativeFrom="paragraph">
                  <wp:posOffset>69850</wp:posOffset>
                </wp:positionV>
                <wp:extent cx="571500" cy="342900"/>
                <wp:effectExtent l="0" t="0" r="19050" b="19050"/>
                <wp:wrapNone/>
                <wp:docPr id="343" name="Rectangl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289.45pt;margin-top:5.5pt;width:45pt;height:2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" filled="f" strokecolor="black [3213]" strokeweight="2pt"/>
            </w:pict>
          </mc:Fallback>
        </mc:AlternateContent>
      </w:r>
    </w:p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2152C2"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4A0D5A3" wp14:editId="5930D576">
                <wp:simplePos x="0" y="0"/>
                <wp:positionH relativeFrom="column">
                  <wp:posOffset>476250</wp:posOffset>
                </wp:positionH>
                <wp:positionV relativeFrom="paragraph">
                  <wp:posOffset>78105</wp:posOffset>
                </wp:positionV>
                <wp:extent cx="2514600" cy="2743200"/>
                <wp:effectExtent l="0" t="0" r="19050" b="19050"/>
                <wp:wrapNone/>
                <wp:docPr id="363" name="Rectangl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74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63" o:spid="_x0000_s1026" style="position:absolute;margin-left:37.5pt;margin-top:6.15pt;width:198pt;height:3in;z-index:2516561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179E476" wp14:editId="7C3E5F7A">
                <wp:simplePos x="0" y="0"/>
                <wp:positionH relativeFrom="column">
                  <wp:posOffset>3888105</wp:posOffset>
                </wp:positionH>
                <wp:positionV relativeFrom="paragraph">
                  <wp:posOffset>76200</wp:posOffset>
                </wp:positionV>
                <wp:extent cx="685800" cy="342900"/>
                <wp:effectExtent l="0" t="0" r="0" b="0"/>
                <wp:wrapNone/>
                <wp:docPr id="362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403" w:rsidRDefault="00926403" w:rsidP="00926403">
                            <w:pPr>
                              <w:jc w:val="center"/>
                            </w:pPr>
                            <w:r>
                              <w:t>FileN.h5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2" o:spid="_x0000_s1063" type="#_x0000_t202" style="position:absolute;margin-left:306.15pt;margin-top:6pt;width:54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" filled="f" stroked="f" strokeweight=".5pt">
                <v:textbox inset="0,0,0,0">
                  <w:txbxContent>
                    <w:p w:rsidR="00926403" w:rsidRDefault="00926403" w:rsidP="00926403">
                      <w:pPr>
                        <w:jc w:val="center"/>
                      </w:pPr>
                      <w:r>
                        <w:t>File</w:t>
                      </w:r>
                      <w:r>
                        <w:t>N</w:t>
                      </w:r>
                      <w:r>
                        <w:t>.h5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FE1B8A3" wp14:editId="11754605">
                <wp:simplePos x="0" y="0"/>
                <wp:positionH relativeFrom="column">
                  <wp:posOffset>2971800</wp:posOffset>
                </wp:positionH>
                <wp:positionV relativeFrom="paragraph">
                  <wp:posOffset>78105</wp:posOffset>
                </wp:positionV>
                <wp:extent cx="2514600" cy="2743200"/>
                <wp:effectExtent l="0" t="0" r="19050" b="19050"/>
                <wp:wrapNone/>
                <wp:docPr id="360" name="Rectangle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74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60" o:spid="_x0000_s1026" style="position:absolute;margin-left:234pt;margin-top:6.15pt;width:198pt;height:3in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" fillcolor="white [3201]" strokecolor="black [3213]" strokeweight="2pt"/>
            </w:pict>
          </mc:Fallback>
        </mc:AlternateContent>
      </w:r>
      <w:r w:rsidR="0092640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B0BEA95" wp14:editId="73333BE1">
                <wp:simplePos x="0" y="0"/>
                <wp:positionH relativeFrom="column">
                  <wp:posOffset>1373505</wp:posOffset>
                </wp:positionH>
                <wp:positionV relativeFrom="paragraph">
                  <wp:posOffset>76200</wp:posOffset>
                </wp:positionV>
                <wp:extent cx="685800" cy="342900"/>
                <wp:effectExtent l="0" t="0" r="0" b="0"/>
                <wp:wrapNone/>
                <wp:docPr id="361" name="Text Box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403" w:rsidRDefault="00926403" w:rsidP="00926403">
                            <w:pPr>
                              <w:jc w:val="center"/>
                            </w:pPr>
                            <w:r>
                              <w:t>FileM.h5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1" o:spid="_x0000_s1064" type="#_x0000_t202" style="position:absolute;margin-left:108.15pt;margin-top:6pt;width:54pt;height:2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" filled="f" stroked="f" strokeweight=".5pt">
                <v:textbox inset="0,0,0,0">
                  <w:txbxContent>
                    <w:p w:rsidR="00926403" w:rsidRDefault="00926403" w:rsidP="00926403">
                      <w:pPr>
                        <w:jc w:val="center"/>
                      </w:pPr>
                      <w:r>
                        <w:t>File</w:t>
                      </w:r>
                      <w:r>
                        <w:t>M</w:t>
                      </w:r>
                      <w:r>
                        <w:t>.h5</w:t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193A22"/>
    <w:p w:rsidR="00193A22" w:rsidRDefault="002152C2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F8D1A35" wp14:editId="33331349">
                <wp:simplePos x="0" y="0"/>
                <wp:positionH relativeFrom="column">
                  <wp:posOffset>4457700</wp:posOffset>
                </wp:positionH>
                <wp:positionV relativeFrom="paragraph">
                  <wp:posOffset>73660</wp:posOffset>
                </wp:positionV>
                <wp:extent cx="571500" cy="228600"/>
                <wp:effectExtent l="0" t="0" r="0" b="0"/>
                <wp:wrapNone/>
                <wp:docPr id="367" name="Text Box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B7D" w:rsidRDefault="00AF4B7D" w:rsidP="00AF4B7D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7" o:spid="_x0000_s1065" type="#_x0000_t202" style="position:absolute;margin-left:351pt;margin-top:5.8pt;width:45pt;height:18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" filled="f" stroked="f" strokeweight=".5pt">
                <v:textbox inset="0,0,0,0">
                  <w:txbxContent>
                    <w:p w:rsidR="00AF4B7D" w:rsidRDefault="00AF4B7D" w:rsidP="00AF4B7D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9779B8E" wp14:editId="0C976DBB">
                <wp:simplePos x="0" y="0"/>
                <wp:positionH relativeFrom="column">
                  <wp:posOffset>4113530</wp:posOffset>
                </wp:positionH>
                <wp:positionV relativeFrom="paragraph">
                  <wp:posOffset>79375</wp:posOffset>
                </wp:positionV>
                <wp:extent cx="228600" cy="228600"/>
                <wp:effectExtent l="0" t="0" r="19050" b="19050"/>
                <wp:wrapNone/>
                <wp:docPr id="365" name="Oval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65" o:spid="_x0000_s1026" style="position:absolute;margin-left:323.9pt;margin-top:6.25pt;width:18pt;height:18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" filled="f" strokecolor="black [3213]" strokeweight="2pt"/>
            </w:pict>
          </mc:Fallback>
        </mc:AlternateContent>
      </w:r>
      <w:r w:rsidR="00AF4B7D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8595BED" wp14:editId="07286765">
                <wp:simplePos x="0" y="0"/>
                <wp:positionH relativeFrom="column">
                  <wp:posOffset>1943100</wp:posOffset>
                </wp:positionH>
                <wp:positionV relativeFrom="paragraph">
                  <wp:posOffset>78740</wp:posOffset>
                </wp:positionV>
                <wp:extent cx="571500" cy="228600"/>
                <wp:effectExtent l="0" t="0" r="0" b="0"/>
                <wp:wrapNone/>
                <wp:docPr id="366" name="Text Box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B7D" w:rsidRDefault="00AF4B7D" w:rsidP="00AF4B7D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6" o:spid="_x0000_s1066" type="#_x0000_t202" style="position:absolute;margin-left:153pt;margin-top:6.2pt;width:45pt;height:18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" filled="f" stroked="f" strokeweight=".5pt">
                <v:textbox inset="0,0,0,0">
                  <w:txbxContent>
                    <w:p w:rsidR="00AF4B7D" w:rsidRDefault="00AF4B7D" w:rsidP="00AF4B7D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  <w:r w:rsidR="00AF4B7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4134E6E" wp14:editId="63B4A967">
                <wp:simplePos x="0" y="0"/>
                <wp:positionH relativeFrom="column">
                  <wp:posOffset>1598930</wp:posOffset>
                </wp:positionH>
                <wp:positionV relativeFrom="paragraph">
                  <wp:posOffset>79375</wp:posOffset>
                </wp:positionV>
                <wp:extent cx="228600" cy="228600"/>
                <wp:effectExtent l="0" t="0" r="19050" b="19050"/>
                <wp:wrapNone/>
                <wp:docPr id="364" name="Oval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64" o:spid="_x0000_s1026" style="position:absolute;margin-left:125.9pt;margin-top:6.25pt;width:18pt;height:18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" filled="f" strokecolor="black [3213]" strokeweight="2pt"/>
            </w:pict>
          </mc:Fallback>
        </mc:AlternateContent>
      </w:r>
    </w:p>
    <w:p w:rsidR="00193A22" w:rsidRDefault="00935657"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1D60785" wp14:editId="7AEB5879">
                <wp:simplePos x="0" y="0"/>
                <wp:positionH relativeFrom="column">
                  <wp:posOffset>1833245</wp:posOffset>
                </wp:positionH>
                <wp:positionV relativeFrom="paragraph">
                  <wp:posOffset>24130</wp:posOffset>
                </wp:positionV>
                <wp:extent cx="2280285" cy="1261745"/>
                <wp:effectExtent l="0" t="38100" r="62865" b="33655"/>
                <wp:wrapNone/>
                <wp:docPr id="402" name="Straight Arrow Connector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0285" cy="12617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2" o:spid="_x0000_s1026" type="#_x0000_t32" style="position:absolute;margin-left:144.35pt;margin-top:1.9pt;width:179.55pt;height:99.35pt;flip:y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" strokecolor="black [3213]">
                <v:stroke endarrow="block"/>
              </v:shape>
            </w:pict>
          </mc:Fallback>
        </mc:AlternateContent>
      </w:r>
      <w:r w:rsidR="0001655F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2F6E0EF" wp14:editId="741FFE72">
                <wp:simplePos x="0" y="0"/>
                <wp:positionH relativeFrom="column">
                  <wp:posOffset>4229100</wp:posOffset>
                </wp:positionH>
                <wp:positionV relativeFrom="paragraph">
                  <wp:posOffset>138430</wp:posOffset>
                </wp:positionV>
                <wp:extent cx="0" cy="466725"/>
                <wp:effectExtent l="76200" t="0" r="76200" b="47625"/>
                <wp:wrapNone/>
                <wp:docPr id="401" name="Straight Arrow Connector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1" o:spid="_x0000_s1026" type="#_x0000_t32" style="position:absolute;margin-left:333pt;margin-top:10.9pt;width:0;height:36.7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" strokecolor="black [3213]">
                <v:stroke endarrow="block"/>
              </v:shape>
            </w:pict>
          </mc:Fallback>
        </mc:AlternateContent>
      </w:r>
      <w:r w:rsidR="0001655F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A716283" wp14:editId="3ADD023F">
                <wp:simplePos x="0" y="0"/>
                <wp:positionH relativeFrom="column">
                  <wp:posOffset>1714500</wp:posOffset>
                </wp:positionH>
                <wp:positionV relativeFrom="paragraph">
                  <wp:posOffset>138430</wp:posOffset>
                </wp:positionV>
                <wp:extent cx="0" cy="342265"/>
                <wp:effectExtent l="76200" t="0" r="76200" b="57785"/>
                <wp:wrapNone/>
                <wp:docPr id="400" name="Straight Arrow Connector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0" o:spid="_x0000_s1026" type="#_x0000_t32" style="position:absolute;margin-left:135pt;margin-top:10.9pt;width:0;height:26.9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" strokecolor="black [3213]">
                <v:stroke endarrow="block"/>
              </v:shape>
            </w:pict>
          </mc:Fallback>
        </mc:AlternateContent>
      </w:r>
    </w:p>
    <w:p w:rsidR="00193A22" w:rsidRDefault="0001655F"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BAC0FBD" wp14:editId="22E4B23C">
                <wp:simplePos x="0" y="0"/>
                <wp:positionH relativeFrom="column">
                  <wp:posOffset>4013200</wp:posOffset>
                </wp:positionH>
                <wp:positionV relativeFrom="paragraph">
                  <wp:posOffset>71120</wp:posOffset>
                </wp:positionV>
                <wp:extent cx="247650" cy="213995"/>
                <wp:effectExtent l="0" t="0" r="0" b="14605"/>
                <wp:wrapNone/>
                <wp:docPr id="384" name="Text Box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F" w:rsidRDefault="0001655F" w:rsidP="0001655F">
                            <w:pPr>
                              <w:pStyle w:val="Normal9"/>
                            </w:pPr>
                            <w:r>
                              <w:t>NA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506399" wp14:editId="6709C16B">
                                  <wp:extent cx="241300" cy="209127"/>
                                  <wp:effectExtent l="0" t="0" r="0" b="0"/>
                                  <wp:docPr id="385" name="Picture 3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4" o:spid="_x0000_s1067" type="#_x0000_t202" style="position:absolute;margin-left:316pt;margin-top:5.6pt;width:19.5pt;height:16.85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" filled="f" stroked="f" strokeweight=".5pt">
                <v:textbox inset="0,0,0,0">
                  <w:txbxContent>
                    <w:p w:rsidR="0001655F" w:rsidRDefault="0001655F" w:rsidP="0001655F">
                      <w:pPr>
                        <w:pStyle w:val="Normal9"/>
                      </w:pPr>
                      <w:r>
                        <w:t>N</w:t>
                      </w:r>
                      <w:r>
                        <w:t>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506399" wp14:editId="6709C16B">
                            <wp:extent cx="241300" cy="209127"/>
                            <wp:effectExtent l="0" t="0" r="0" b="0"/>
                            <wp:docPr id="385" name="Picture 3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4262A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A9662D7" wp14:editId="365AB10A">
                <wp:simplePos x="0" y="0"/>
                <wp:positionH relativeFrom="column">
                  <wp:posOffset>1489710</wp:posOffset>
                </wp:positionH>
                <wp:positionV relativeFrom="paragraph">
                  <wp:posOffset>8890</wp:posOffset>
                </wp:positionV>
                <wp:extent cx="247650" cy="213995"/>
                <wp:effectExtent l="0" t="0" r="0" b="14605"/>
                <wp:wrapNone/>
                <wp:docPr id="372" name="Text Box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62A" w:rsidRDefault="0001655F" w:rsidP="0054262A">
                            <w:pPr>
                              <w:pStyle w:val="Normal9"/>
                            </w:pPr>
                            <w:r>
                              <w:t>M</w:t>
                            </w:r>
                            <w:r w:rsidR="0054262A">
                              <w:t>A</w:t>
                            </w:r>
                            <w:r w:rsidR="0054262A">
                              <w:rPr>
                                <w:noProof/>
                              </w:rPr>
                              <w:drawing>
                                <wp:inline distT="0" distB="0" distL="0" distR="0" wp14:anchorId="7D12DBE4" wp14:editId="578ABF80">
                                  <wp:extent cx="241300" cy="209127"/>
                                  <wp:effectExtent l="0" t="0" r="0" b="0"/>
                                  <wp:docPr id="373" name="Picture 3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2" o:spid="_x0000_s1068" type="#_x0000_t202" style="position:absolute;margin-left:117.3pt;margin-top:.7pt;width:19.5pt;height:16.85pt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" filled="f" stroked="f" strokeweight=".5pt">
                <v:textbox inset="0,0,0,0">
                  <w:txbxContent>
                    <w:p w:rsidR="0054262A" w:rsidRDefault="0001655F" w:rsidP="0054262A">
                      <w:pPr>
                        <w:pStyle w:val="Normal9"/>
                      </w:pPr>
                      <w:bookmarkStart w:id="1" w:name="_GoBack"/>
                      <w:r>
                        <w:t>M</w:t>
                      </w:r>
                      <w:r w:rsidR="0054262A">
                        <w:t>A</w:t>
                      </w:r>
                      <w:r w:rsidR="0054262A">
                        <w:rPr>
                          <w:noProof/>
                        </w:rPr>
                        <w:drawing>
                          <wp:inline distT="0" distB="0" distL="0" distR="0" wp14:anchorId="7D12DBE4" wp14:editId="578ABF80">
                            <wp:extent cx="241300" cy="209127"/>
                            <wp:effectExtent l="0" t="0" r="0" b="0"/>
                            <wp:docPr id="373" name="Picture 3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93A22" w:rsidRDefault="0054262A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9616079" wp14:editId="67BEC637">
                <wp:simplePos x="0" y="0"/>
                <wp:positionH relativeFrom="column">
                  <wp:posOffset>1598930</wp:posOffset>
                </wp:positionH>
                <wp:positionV relativeFrom="paragraph">
                  <wp:posOffset>139065</wp:posOffset>
                </wp:positionV>
                <wp:extent cx="228600" cy="228600"/>
                <wp:effectExtent l="0" t="0" r="19050" b="19050"/>
                <wp:wrapNone/>
                <wp:docPr id="376" name="Oval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6" o:spid="_x0000_s1026" style="position:absolute;margin-left:125.9pt;margin-top:10.95pt;width:18pt;height:18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" filled="f" strokecolor="black [3213]" strokeweight="2pt"/>
            </w:pict>
          </mc:Fallback>
        </mc:AlternateContent>
      </w:r>
    </w:p>
    <w:p w:rsidR="00193A22" w:rsidRDefault="00935657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671F37B" wp14:editId="2C966A23">
                <wp:simplePos x="0" y="0"/>
                <wp:positionH relativeFrom="column">
                  <wp:posOffset>2580640</wp:posOffset>
                </wp:positionH>
                <wp:positionV relativeFrom="paragraph">
                  <wp:posOffset>82550</wp:posOffset>
                </wp:positionV>
                <wp:extent cx="247650" cy="213995"/>
                <wp:effectExtent l="0" t="0" r="0" b="14605"/>
                <wp:wrapNone/>
                <wp:docPr id="370" name="Text Box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62A" w:rsidRDefault="0001655F" w:rsidP="0054262A">
                            <w:pPr>
                              <w:pStyle w:val="Normal9"/>
                            </w:pPr>
                            <w:r>
                              <w:t>MC</w:t>
                            </w:r>
                            <w:r w:rsidR="0054262A">
                              <w:rPr>
                                <w:noProof/>
                              </w:rPr>
                              <w:drawing>
                                <wp:inline distT="0" distB="0" distL="0" distR="0" wp14:anchorId="23A69023" wp14:editId="47F44C61">
                                  <wp:extent cx="241300" cy="209127"/>
                                  <wp:effectExtent l="0" t="0" r="0" b="0"/>
                                  <wp:docPr id="371" name="Picture 3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0" o:spid="_x0000_s1069" type="#_x0000_t202" style="position:absolute;margin-left:203.2pt;margin-top:6.5pt;width:19.5pt;height:16.85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" filled="f" stroked="f" strokeweight=".5pt">
                <v:textbox inset="0,0,0,0">
                  <w:txbxContent>
                    <w:p w:rsidR="0054262A" w:rsidRDefault="0001655F" w:rsidP="0054262A">
                      <w:pPr>
                        <w:pStyle w:val="Normal9"/>
                      </w:pPr>
                      <w:r>
                        <w:t>MC</w:t>
                      </w:r>
                      <w:r w:rsidR="0054262A">
                        <w:rPr>
                          <w:noProof/>
                        </w:rPr>
                        <w:drawing>
                          <wp:inline distT="0" distB="0" distL="0" distR="0" wp14:anchorId="23A69023" wp14:editId="47F44C61">
                            <wp:extent cx="241300" cy="209127"/>
                            <wp:effectExtent l="0" t="0" r="0" b="0"/>
                            <wp:docPr id="371" name="Picture 3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1655F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138A1AE" wp14:editId="049F7D63">
                <wp:simplePos x="0" y="0"/>
                <wp:positionH relativeFrom="column">
                  <wp:posOffset>4113530</wp:posOffset>
                </wp:positionH>
                <wp:positionV relativeFrom="paragraph">
                  <wp:posOffset>92392</wp:posOffset>
                </wp:positionV>
                <wp:extent cx="228600" cy="228600"/>
                <wp:effectExtent l="0" t="0" r="19050" b="19050"/>
                <wp:wrapNone/>
                <wp:docPr id="379" name="Oval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9" o:spid="_x0000_s1026" style="position:absolute;margin-left:323.9pt;margin-top:7.25pt;width:18pt;height:18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" filled="f" strokecolor="black [3213]" strokeweight="2pt"/>
            </w:pict>
          </mc:Fallback>
        </mc:AlternateContent>
      </w:r>
    </w:p>
    <w:p w:rsidR="00193A22" w:rsidRDefault="0001655F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599E507" wp14:editId="2BF421E0">
                <wp:simplePos x="0" y="0"/>
                <wp:positionH relativeFrom="column">
                  <wp:posOffset>4076700</wp:posOffset>
                </wp:positionH>
                <wp:positionV relativeFrom="paragraph">
                  <wp:posOffset>27305</wp:posOffset>
                </wp:positionV>
                <wp:extent cx="38100" cy="671513"/>
                <wp:effectExtent l="76200" t="0" r="57150" b="52705"/>
                <wp:wrapNone/>
                <wp:docPr id="396" name="Straight Arrow Connector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67151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6" o:spid="_x0000_s1026" type="#_x0000_t32" style="position:absolute;margin-left:321pt;margin-top:2.15pt;width:3pt;height:52.9pt;flip:x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FC44A3E" wp14:editId="38610B62">
                <wp:simplePos x="0" y="0"/>
                <wp:positionH relativeFrom="column">
                  <wp:posOffset>3505200</wp:posOffset>
                </wp:positionH>
                <wp:positionV relativeFrom="paragraph">
                  <wp:posOffset>27305</wp:posOffset>
                </wp:positionV>
                <wp:extent cx="608965" cy="671195"/>
                <wp:effectExtent l="38100" t="0" r="19685" b="52705"/>
                <wp:wrapNone/>
                <wp:docPr id="397" name="Straight Arrow Connector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8965" cy="6711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7" o:spid="_x0000_s1026" type="#_x0000_t32" style="position:absolute;margin-left:276pt;margin-top:2.15pt;width:47.95pt;height:52.85pt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DFE86CA" wp14:editId="2885EB92">
                <wp:simplePos x="0" y="0"/>
                <wp:positionH relativeFrom="column">
                  <wp:posOffset>4343400</wp:posOffset>
                </wp:positionH>
                <wp:positionV relativeFrom="paragraph">
                  <wp:posOffset>27305</wp:posOffset>
                </wp:positionV>
                <wp:extent cx="352425" cy="671195"/>
                <wp:effectExtent l="0" t="0" r="47625" b="52705"/>
                <wp:wrapNone/>
                <wp:docPr id="395" name="Straight Arrow Connector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6711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5" o:spid="_x0000_s1026" type="#_x0000_t32" style="position:absolute;margin-left:342pt;margin-top:2.15pt;width:27.75pt;height:52.8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4AB0101" wp14:editId="1F524959">
                <wp:simplePos x="0" y="0"/>
                <wp:positionH relativeFrom="column">
                  <wp:posOffset>4343400</wp:posOffset>
                </wp:positionH>
                <wp:positionV relativeFrom="paragraph">
                  <wp:posOffset>27305</wp:posOffset>
                </wp:positionV>
                <wp:extent cx="799465" cy="671195"/>
                <wp:effectExtent l="0" t="0" r="57785" b="52705"/>
                <wp:wrapNone/>
                <wp:docPr id="394" name="Straight Arrow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465" cy="6711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4" o:spid="_x0000_s1026" type="#_x0000_t32" style="position:absolute;margin-left:342pt;margin-top:2.15pt;width:62.95pt;height:52.8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2D4A7D6" wp14:editId="233781AE">
                <wp:simplePos x="0" y="0"/>
                <wp:positionH relativeFrom="column">
                  <wp:posOffset>1714500</wp:posOffset>
                </wp:positionH>
                <wp:positionV relativeFrom="paragraph">
                  <wp:posOffset>27305</wp:posOffset>
                </wp:positionV>
                <wp:extent cx="0" cy="466725"/>
                <wp:effectExtent l="76200" t="0" r="76200" b="47625"/>
                <wp:wrapNone/>
                <wp:docPr id="399" name="Straight Arrow Connector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9" o:spid="_x0000_s1026" type="#_x0000_t32" style="position:absolute;margin-left:135pt;margin-top:2.15pt;width:0;height:36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" strokecolor="black [3213]">
                <v:stroke endarrow="block"/>
              </v:shape>
            </w:pict>
          </mc:Fallback>
        </mc:AlternateContent>
      </w:r>
      <w:r w:rsidR="0054262A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376A7E2" wp14:editId="1A13615F">
                <wp:simplePos x="0" y="0"/>
                <wp:positionH relativeFrom="column">
                  <wp:posOffset>1489710</wp:posOffset>
                </wp:positionH>
                <wp:positionV relativeFrom="paragraph">
                  <wp:posOffset>140335</wp:posOffset>
                </wp:positionV>
                <wp:extent cx="247650" cy="213995"/>
                <wp:effectExtent l="0" t="0" r="0" b="14605"/>
                <wp:wrapNone/>
                <wp:docPr id="374" name="Text Box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62A" w:rsidRDefault="0001655F" w:rsidP="0054262A">
                            <w:pPr>
                              <w:pStyle w:val="Normal9"/>
                            </w:pPr>
                            <w:r>
                              <w:t>MB</w:t>
                            </w:r>
                            <w:r w:rsidR="0054262A">
                              <w:rPr>
                                <w:noProof/>
                              </w:rPr>
                              <w:drawing>
                                <wp:inline distT="0" distB="0" distL="0" distR="0" wp14:anchorId="03CE267A" wp14:editId="16A6C24E">
                                  <wp:extent cx="241300" cy="209127"/>
                                  <wp:effectExtent l="0" t="0" r="0" b="0"/>
                                  <wp:docPr id="375" name="Picture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4" o:spid="_x0000_s1070" type="#_x0000_t202" style="position:absolute;margin-left:117.3pt;margin-top:11.05pt;width:19.5pt;height:16.85p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" filled="f" stroked="f" strokeweight=".5pt">
                <v:textbox inset="0,0,0,0">
                  <w:txbxContent>
                    <w:p w:rsidR="0054262A" w:rsidRDefault="0001655F" w:rsidP="0054262A">
                      <w:pPr>
                        <w:pStyle w:val="Normal9"/>
                      </w:pPr>
                      <w:r>
                        <w:t>MB</w:t>
                      </w:r>
                      <w:r w:rsidR="0054262A">
                        <w:rPr>
                          <w:noProof/>
                        </w:rPr>
                        <w:drawing>
                          <wp:inline distT="0" distB="0" distL="0" distR="0" wp14:anchorId="03CE267A" wp14:editId="16A6C24E">
                            <wp:extent cx="241300" cy="209127"/>
                            <wp:effectExtent l="0" t="0" r="0" b="0"/>
                            <wp:docPr id="375" name="Picture 3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01655F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48B2BF0" wp14:editId="1A217965">
                <wp:simplePos x="0" y="0"/>
                <wp:positionH relativeFrom="column">
                  <wp:posOffset>4780915</wp:posOffset>
                </wp:positionH>
                <wp:positionV relativeFrom="paragraph">
                  <wp:posOffset>83185</wp:posOffset>
                </wp:positionV>
                <wp:extent cx="247650" cy="213995"/>
                <wp:effectExtent l="0" t="0" r="0" b="14605"/>
                <wp:wrapNone/>
                <wp:docPr id="392" name="Text Box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F" w:rsidRDefault="0001655F" w:rsidP="0001655F">
                            <w:pPr>
                              <w:pStyle w:val="Normal9"/>
                            </w:pPr>
                            <w:r>
                              <w:t>N4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6B384F" wp14:editId="625C0158">
                                  <wp:extent cx="241300" cy="209127"/>
                                  <wp:effectExtent l="0" t="0" r="0" b="0"/>
                                  <wp:docPr id="393" name="Picture 3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2" o:spid="_x0000_s1071" type="#_x0000_t202" style="position:absolute;margin-left:376.45pt;margin-top:6.55pt;width:19.5pt;height:16.85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" filled="f" stroked="f" strokeweight=".5pt">
                <v:textbox inset="0,0,0,0">
                  <w:txbxContent>
                    <w:p w:rsidR="0001655F" w:rsidRDefault="0001655F" w:rsidP="0001655F">
                      <w:pPr>
                        <w:pStyle w:val="Normal9"/>
                      </w:pPr>
                      <w:r>
                        <w:t>N4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E6B384F" wp14:editId="625C0158">
                            <wp:extent cx="241300" cy="209127"/>
                            <wp:effectExtent l="0" t="0" r="0" b="0"/>
                            <wp:docPr id="393" name="Picture 3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13ADE0D" wp14:editId="1A6561B5">
                <wp:simplePos x="0" y="0"/>
                <wp:positionH relativeFrom="column">
                  <wp:posOffset>3585210</wp:posOffset>
                </wp:positionH>
                <wp:positionV relativeFrom="paragraph">
                  <wp:posOffset>121920</wp:posOffset>
                </wp:positionV>
                <wp:extent cx="247650" cy="213995"/>
                <wp:effectExtent l="0" t="0" r="0" b="14605"/>
                <wp:wrapNone/>
                <wp:docPr id="386" name="Text Box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F" w:rsidRDefault="0001655F" w:rsidP="0001655F">
                            <w:pPr>
                              <w:pStyle w:val="Normal9"/>
                            </w:pPr>
                            <w:r>
                              <w:t>N1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C522E7" wp14:editId="3ED8E9CF">
                                  <wp:extent cx="241300" cy="209127"/>
                                  <wp:effectExtent l="0" t="0" r="0" b="0"/>
                                  <wp:docPr id="387" name="Picture 3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6" o:spid="_x0000_s1072" type="#_x0000_t202" style="position:absolute;margin-left:282.3pt;margin-top:9.6pt;width:19.5pt;height:16.85pt;z-index:251854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" filled="f" stroked="f" strokeweight=".5pt">
                <v:textbox inset="0,0,0,0">
                  <w:txbxContent>
                    <w:p w:rsidR="0001655F" w:rsidRDefault="0001655F" w:rsidP="0001655F">
                      <w:pPr>
                        <w:pStyle w:val="Normal9"/>
                      </w:pPr>
                      <w:r>
                        <w:t>N1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C522E7" wp14:editId="3ED8E9CF">
                            <wp:extent cx="241300" cy="209127"/>
                            <wp:effectExtent l="0" t="0" r="0" b="0"/>
                            <wp:docPr id="387" name="Picture 3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93A22" w:rsidRDefault="0001655F"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E620D15" wp14:editId="529CBE89">
                <wp:simplePos x="0" y="0"/>
                <wp:positionH relativeFrom="column">
                  <wp:posOffset>4375467</wp:posOffset>
                </wp:positionH>
                <wp:positionV relativeFrom="paragraph">
                  <wp:posOffset>33020</wp:posOffset>
                </wp:positionV>
                <wp:extent cx="247650" cy="213995"/>
                <wp:effectExtent l="0" t="0" r="0" b="14605"/>
                <wp:wrapNone/>
                <wp:docPr id="390" name="Text Box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F" w:rsidRDefault="0001655F" w:rsidP="0001655F">
                            <w:pPr>
                              <w:pStyle w:val="Normal9"/>
                            </w:pPr>
                            <w:r>
                              <w:t>N3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DF757B" wp14:editId="44AAA987">
                                  <wp:extent cx="241300" cy="209127"/>
                                  <wp:effectExtent l="0" t="0" r="0" b="0"/>
                                  <wp:docPr id="391" name="Picture 3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0" o:spid="_x0000_s1073" type="#_x0000_t202" style="position:absolute;margin-left:344.5pt;margin-top:2.6pt;width:19.5pt;height:16.85p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" filled="f" stroked="f" strokeweight=".5pt">
                <v:textbox inset="0,0,0,0">
                  <w:txbxContent>
                    <w:p w:rsidR="0001655F" w:rsidRDefault="0001655F" w:rsidP="0001655F">
                      <w:pPr>
                        <w:pStyle w:val="Normal9"/>
                      </w:pPr>
                      <w:r>
                        <w:t>N3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1DF757B" wp14:editId="44AAA987">
                            <wp:extent cx="241300" cy="209127"/>
                            <wp:effectExtent l="0" t="0" r="0" b="0"/>
                            <wp:docPr id="391" name="Picture 3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2467ACA" wp14:editId="44E17C3C">
                <wp:simplePos x="0" y="0"/>
                <wp:positionH relativeFrom="column">
                  <wp:posOffset>3918902</wp:posOffset>
                </wp:positionH>
                <wp:positionV relativeFrom="paragraph">
                  <wp:posOffset>66040</wp:posOffset>
                </wp:positionV>
                <wp:extent cx="247650" cy="213995"/>
                <wp:effectExtent l="0" t="0" r="0" b="14605"/>
                <wp:wrapNone/>
                <wp:docPr id="388" name="Text Box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F" w:rsidRDefault="0001655F" w:rsidP="0001655F">
                            <w:pPr>
                              <w:pStyle w:val="Normal9"/>
                            </w:pPr>
                            <w:r>
                              <w:t>N2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1C14A2" wp14:editId="5C508489">
                                  <wp:extent cx="241300" cy="209127"/>
                                  <wp:effectExtent l="0" t="0" r="0" b="0"/>
                                  <wp:docPr id="389" name="Picture 3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8" o:spid="_x0000_s1074" type="#_x0000_t202" style="position:absolute;margin-left:308.55pt;margin-top:5.2pt;width:19.5pt;height:16.8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" filled="f" stroked="f" strokeweight=".5pt">
                <v:textbox inset="0,0,0,0">
                  <w:txbxContent>
                    <w:p w:rsidR="0001655F" w:rsidRDefault="0001655F" w:rsidP="0001655F">
                      <w:pPr>
                        <w:pStyle w:val="Normal9"/>
                      </w:pPr>
                      <w:r>
                        <w:t>N2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C1C14A2" wp14:editId="5C508489">
                            <wp:extent cx="241300" cy="209127"/>
                            <wp:effectExtent l="0" t="0" r="0" b="0"/>
                            <wp:docPr id="389" name="Picture 3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4262A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967F65F" wp14:editId="4463558E">
                <wp:simplePos x="0" y="0"/>
                <wp:positionH relativeFrom="column">
                  <wp:posOffset>1603375</wp:posOffset>
                </wp:positionH>
                <wp:positionV relativeFrom="paragraph">
                  <wp:posOffset>142557</wp:posOffset>
                </wp:positionV>
                <wp:extent cx="228600" cy="228600"/>
                <wp:effectExtent l="0" t="0" r="19050" b="19050"/>
                <wp:wrapNone/>
                <wp:docPr id="377" name="Oval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7" o:spid="_x0000_s1026" style="position:absolute;margin-left:126.25pt;margin-top:11.2pt;width:18pt;height:18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" filled="f" strokecolor="black [3213]" strokeweight="2pt"/>
            </w:pict>
          </mc:Fallback>
        </mc:AlternateContent>
      </w:r>
    </w:p>
    <w:p w:rsidR="00193A22" w:rsidRDefault="00193A22"/>
    <w:p w:rsidR="00193A22" w:rsidRDefault="0001655F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7800B61" wp14:editId="66416599">
                <wp:simplePos x="0" y="0"/>
                <wp:positionH relativeFrom="column">
                  <wp:posOffset>1489710</wp:posOffset>
                </wp:positionH>
                <wp:positionV relativeFrom="paragraph">
                  <wp:posOffset>81915</wp:posOffset>
                </wp:positionV>
                <wp:extent cx="247650" cy="213995"/>
                <wp:effectExtent l="0" t="0" r="0" b="14605"/>
                <wp:wrapNone/>
                <wp:docPr id="368" name="Text Box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62A" w:rsidRDefault="0001655F" w:rsidP="0054262A">
                            <w:pPr>
                              <w:pStyle w:val="Normal9"/>
                            </w:pPr>
                            <w:r>
                              <w:t>M1</w:t>
                            </w:r>
                            <w:r w:rsidR="0054262A">
                              <w:rPr>
                                <w:noProof/>
                              </w:rPr>
                              <w:drawing>
                                <wp:inline distT="0" distB="0" distL="0" distR="0" wp14:anchorId="7B67BB28" wp14:editId="5583EE2F">
                                  <wp:extent cx="241300" cy="209127"/>
                                  <wp:effectExtent l="0" t="0" r="0" b="0"/>
                                  <wp:docPr id="369" name="Picture 3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8" o:spid="_x0000_s1075" type="#_x0000_t202" style="position:absolute;margin-left:117.3pt;margin-top:6.45pt;width:19.5pt;height:16.85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" filled="f" stroked="f" strokeweight=".5pt">
                <v:textbox inset="0,0,0,0">
                  <w:txbxContent>
                    <w:p w:rsidR="0054262A" w:rsidRDefault="0001655F" w:rsidP="0054262A">
                      <w:pPr>
                        <w:pStyle w:val="Normal9"/>
                      </w:pPr>
                      <w:r>
                        <w:t>M1</w:t>
                      </w:r>
                      <w:r w:rsidR="0054262A">
                        <w:rPr>
                          <w:noProof/>
                        </w:rPr>
                        <w:drawing>
                          <wp:inline distT="0" distB="0" distL="0" distR="0" wp14:anchorId="7B67BB28" wp14:editId="5583EE2F">
                            <wp:extent cx="241300" cy="209127"/>
                            <wp:effectExtent l="0" t="0" r="0" b="0"/>
                            <wp:docPr id="369" name="Picture 3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72EC49D" wp14:editId="5839A01D">
                <wp:simplePos x="0" y="0"/>
                <wp:positionH relativeFrom="column">
                  <wp:posOffset>1714500</wp:posOffset>
                </wp:positionH>
                <wp:positionV relativeFrom="paragraph">
                  <wp:posOffset>31115</wp:posOffset>
                </wp:positionV>
                <wp:extent cx="0" cy="342900"/>
                <wp:effectExtent l="76200" t="0" r="76200" b="57150"/>
                <wp:wrapNone/>
                <wp:docPr id="398" name="Straight Arrow Connector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8" o:spid="_x0000_s1026" type="#_x0000_t32" style="position:absolute;margin-left:135pt;margin-top:2.45pt;width:0;height:27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2A5301C" wp14:editId="563385E7">
                <wp:simplePos x="0" y="0"/>
                <wp:positionH relativeFrom="column">
                  <wp:posOffset>3866515</wp:posOffset>
                </wp:positionH>
                <wp:positionV relativeFrom="paragraph">
                  <wp:posOffset>15240</wp:posOffset>
                </wp:positionV>
                <wp:extent cx="571500" cy="342900"/>
                <wp:effectExtent l="0" t="0" r="19050" b="19050"/>
                <wp:wrapNone/>
                <wp:docPr id="380" name="Rectangl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0" o:spid="_x0000_s1026" style="position:absolute;margin-left:304.45pt;margin-top:1.2pt;width:45pt;height:2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1A4BFB2" wp14:editId="785ABBCB">
                <wp:simplePos x="0" y="0"/>
                <wp:positionH relativeFrom="column">
                  <wp:posOffset>4572000</wp:posOffset>
                </wp:positionH>
                <wp:positionV relativeFrom="paragraph">
                  <wp:posOffset>21590</wp:posOffset>
                </wp:positionV>
                <wp:extent cx="342900" cy="495300"/>
                <wp:effectExtent l="0" t="0" r="19050" b="19050"/>
                <wp:wrapNone/>
                <wp:docPr id="382" name="Rectang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2" o:spid="_x0000_s1026" style="position:absolute;margin-left:5in;margin-top:1.7pt;width:27pt;height:3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BE35A6C" wp14:editId="6C10CEDA">
                <wp:simplePos x="0" y="0"/>
                <wp:positionH relativeFrom="column">
                  <wp:posOffset>5029200</wp:posOffset>
                </wp:positionH>
                <wp:positionV relativeFrom="paragraph">
                  <wp:posOffset>31115</wp:posOffset>
                </wp:positionV>
                <wp:extent cx="342900" cy="495300"/>
                <wp:effectExtent l="0" t="0" r="19050" b="19050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3" o:spid="_x0000_s1026" style="position:absolute;margin-left:396pt;margin-top:2.45pt;width:27pt;height:3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BDC776E" wp14:editId="33DEA914">
                <wp:simplePos x="0" y="0"/>
                <wp:positionH relativeFrom="column">
                  <wp:posOffset>3218815</wp:posOffset>
                </wp:positionH>
                <wp:positionV relativeFrom="paragraph">
                  <wp:posOffset>20320</wp:posOffset>
                </wp:positionV>
                <wp:extent cx="571500" cy="342900"/>
                <wp:effectExtent l="0" t="0" r="19050" b="19050"/>
                <wp:wrapNone/>
                <wp:docPr id="381" name="Rectang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1" o:spid="_x0000_s1026" style="position:absolute;margin-left:253.45pt;margin-top:1.6pt;width:45pt;height:2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" filled="f" strokecolor="black [3213]" strokeweight="2pt"/>
            </w:pict>
          </mc:Fallback>
        </mc:AlternateContent>
      </w:r>
    </w:p>
    <w:p w:rsidR="00193A22" w:rsidRDefault="00193A22"/>
    <w:p w:rsidR="00193A22" w:rsidRDefault="0054262A"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5466978" wp14:editId="1948D6B2">
                <wp:simplePos x="0" y="0"/>
                <wp:positionH relativeFrom="column">
                  <wp:posOffset>1447165</wp:posOffset>
                </wp:positionH>
                <wp:positionV relativeFrom="paragraph">
                  <wp:posOffset>31750</wp:posOffset>
                </wp:positionV>
                <wp:extent cx="571500" cy="342900"/>
                <wp:effectExtent l="0" t="0" r="19050" b="19050"/>
                <wp:wrapNone/>
                <wp:docPr id="378" name="Rect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113.95pt;margin-top:2.5pt;width:45pt;height:2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" filled="f" strokecolor="black [3213]" strokeweight="2pt"/>
            </w:pict>
          </mc:Fallback>
        </mc:AlternateContent>
      </w:r>
    </w:p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193A22" w:rsidRDefault="00193A22"/>
    <w:p w:rsidR="00831438" w:rsidRDefault="00831438"/>
    <w:p w:rsidR="00831438" w:rsidRDefault="00831438">
      <w:pPr>
        <w:spacing w:after="200" w:line="276" w:lineRule="auto"/>
      </w:pPr>
      <w:r>
        <w:br w:type="page"/>
      </w:r>
    </w:p>
    <w:p w:rsidR="00831438" w:rsidRDefault="00831438" w:rsidP="00831438">
      <w:r>
        <w:lastRenderedPageBreak/>
        <w:t>Create a soft link, Figure 2_Ex8 (stored in images/groups_fig2a_Ex8.jpg)</w:t>
      </w:r>
    </w:p>
    <w:p w:rsidR="00831438" w:rsidRDefault="00831438" w:rsidP="00831438"/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96147D5" wp14:editId="440D68BB">
                <wp:simplePos x="0" y="0"/>
                <wp:positionH relativeFrom="column">
                  <wp:posOffset>2857182</wp:posOffset>
                </wp:positionH>
                <wp:positionV relativeFrom="paragraph">
                  <wp:posOffset>39370</wp:posOffset>
                </wp:positionV>
                <wp:extent cx="685800" cy="342900"/>
                <wp:effectExtent l="0" t="0" r="0" b="0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jc w:val="center"/>
                            </w:pPr>
                            <w:r>
                              <w:t>FileY.h5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9" o:spid="_x0000_s1076" type="#_x0000_t202" style="position:absolute;margin-left:224.95pt;margin-top:3.1pt;width:54pt;height:27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" filled="f" stroked="f" strokeweight=".5pt">
                <v:textbox inset="0,0,0,0">
                  <w:txbxContent>
                    <w:p w:rsidR="00831438" w:rsidRDefault="00831438" w:rsidP="00831438">
                      <w:pPr>
                        <w:jc w:val="center"/>
                      </w:pPr>
                      <w:r>
                        <w:t>FileY.h5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177AA2B" wp14:editId="76C82476">
                <wp:simplePos x="0" y="0"/>
                <wp:positionH relativeFrom="column">
                  <wp:posOffset>1026795</wp:posOffset>
                </wp:positionH>
                <wp:positionV relativeFrom="paragraph">
                  <wp:posOffset>125730</wp:posOffset>
                </wp:positionV>
                <wp:extent cx="4343400" cy="2743200"/>
                <wp:effectExtent l="0" t="0" r="19050" b="19050"/>
                <wp:wrapNone/>
                <wp:docPr id="305" name="Rectangl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5" o:spid="_x0000_s1026" style="position:absolute;margin-left:80.85pt;margin-top:9.9pt;width:342pt;height:3in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" fillcolor="white [3201]" strokecolor="black [3213]" strokeweight="2pt"/>
            </w:pict>
          </mc:Fallback>
        </mc:AlternateContent>
      </w:r>
    </w:p>
    <w:p w:rsidR="00831438" w:rsidRDefault="00831438" w:rsidP="00831438"/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72BB1D5" wp14:editId="62523907">
                <wp:simplePos x="0" y="0"/>
                <wp:positionH relativeFrom="column">
                  <wp:posOffset>3352800</wp:posOffset>
                </wp:positionH>
                <wp:positionV relativeFrom="paragraph">
                  <wp:posOffset>55880</wp:posOffset>
                </wp:positionV>
                <wp:extent cx="571500" cy="228600"/>
                <wp:effectExtent l="0" t="0" r="0" b="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2" o:spid="_x0000_s1077" type="#_x0000_t202" style="position:absolute;margin-left:264pt;margin-top:4.4pt;width:45pt;height:18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762BD1A" wp14:editId="71FD5613">
                <wp:simplePos x="0" y="0"/>
                <wp:positionH relativeFrom="column">
                  <wp:posOffset>3085782</wp:posOffset>
                </wp:positionH>
                <wp:positionV relativeFrom="paragraph">
                  <wp:posOffset>51435</wp:posOffset>
                </wp:positionV>
                <wp:extent cx="228600" cy="228600"/>
                <wp:effectExtent l="0" t="0" r="19050" b="19050"/>
                <wp:wrapNone/>
                <wp:docPr id="313" name="Oval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3" o:spid="_x0000_s1026" style="position:absolute;margin-left:242.95pt;margin-top:4.05pt;width:18pt;height:18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" filled="f" strokecolor="black [3213]" strokeweight="2pt"/>
            </w:pict>
          </mc:Fallback>
        </mc:AlternateContent>
      </w:r>
    </w:p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724AD03" wp14:editId="450E0EA0">
                <wp:simplePos x="0" y="0"/>
                <wp:positionH relativeFrom="column">
                  <wp:posOffset>3281363</wp:posOffset>
                </wp:positionH>
                <wp:positionV relativeFrom="paragraph">
                  <wp:posOffset>71120</wp:posOffset>
                </wp:positionV>
                <wp:extent cx="600075" cy="447675"/>
                <wp:effectExtent l="0" t="0" r="66675" b="47625"/>
                <wp:wrapNone/>
                <wp:docPr id="410" name="Straight Arrow Connector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10" o:spid="_x0000_s1026" type="#_x0000_t32" style="position:absolute;margin-left:258.4pt;margin-top:5.6pt;width:47.25pt;height:35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753F55A" wp14:editId="7AF866BE">
                <wp:simplePos x="0" y="0"/>
                <wp:positionH relativeFrom="column">
                  <wp:posOffset>3033395</wp:posOffset>
                </wp:positionH>
                <wp:positionV relativeFrom="paragraph">
                  <wp:posOffset>108585</wp:posOffset>
                </wp:positionV>
                <wp:extent cx="247650" cy="214312"/>
                <wp:effectExtent l="0" t="0" r="0" b="14605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</w:pPr>
                            <w:r>
                              <w:t>YA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39684D" wp14:editId="6863407D">
                                  <wp:extent cx="241300" cy="209127"/>
                                  <wp:effectExtent l="0" t="0" r="0" b="0"/>
                                  <wp:docPr id="408" name="Picture 4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78" type="#_x0000_t202" style="position:absolute;margin-left:238.85pt;margin-top:8.55pt;width:19.5pt;height:16.85pt;z-index:251882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</w:pPr>
                      <w:r>
                        <w:t>YA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F39684D" wp14:editId="6863407D">
                            <wp:extent cx="241300" cy="209127"/>
                            <wp:effectExtent l="0" t="0" r="0" b="0"/>
                            <wp:docPr id="408" name="Picture 4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68A7A31" wp14:editId="297E6452">
                <wp:simplePos x="0" y="0"/>
                <wp:positionH relativeFrom="column">
                  <wp:posOffset>3200400</wp:posOffset>
                </wp:positionH>
                <wp:positionV relativeFrom="paragraph">
                  <wp:posOffset>109220</wp:posOffset>
                </wp:positionV>
                <wp:extent cx="0" cy="180975"/>
                <wp:effectExtent l="76200" t="0" r="76200" b="47625"/>
                <wp:wrapNone/>
                <wp:docPr id="315" name="Straight Arrow Connector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5" o:spid="_x0000_s1026" type="#_x0000_t32" style="position:absolute;margin-left:252pt;margin-top:8.6pt;width:0;height:14.2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" strokecolor="black [3213]">
                <v:stroke endarrow="block"/>
              </v:shape>
            </w:pict>
          </mc:Fallback>
        </mc:AlternateContent>
      </w:r>
    </w:p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82A19C3" wp14:editId="322B2FEC">
                <wp:simplePos x="0" y="0"/>
                <wp:positionH relativeFrom="column">
                  <wp:posOffset>3619500</wp:posOffset>
                </wp:positionH>
                <wp:positionV relativeFrom="paragraph">
                  <wp:posOffset>635</wp:posOffset>
                </wp:positionV>
                <wp:extent cx="342900" cy="213995"/>
                <wp:effectExtent l="0" t="0" r="0" b="14605"/>
                <wp:wrapNone/>
                <wp:docPr id="411" name="Text Box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</w:pPr>
                            <w:r>
                              <w:t>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1" o:spid="_x0000_s1079" type="#_x0000_t202" style="position:absolute;margin-left:285pt;margin-top:.05pt;width:27pt;height:16.8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</w:pPr>
                      <w: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B640078" wp14:editId="1672A1CF">
                <wp:simplePos x="0" y="0"/>
                <wp:positionH relativeFrom="column">
                  <wp:posOffset>3085465</wp:posOffset>
                </wp:positionH>
                <wp:positionV relativeFrom="paragraph">
                  <wp:posOffset>119380</wp:posOffset>
                </wp:positionV>
                <wp:extent cx="228600" cy="228600"/>
                <wp:effectExtent l="0" t="0" r="19050" b="19050"/>
                <wp:wrapNone/>
                <wp:docPr id="322" name="Oval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2" o:spid="_x0000_s1026" style="position:absolute;margin-left:242.95pt;margin-top:9.4pt;width:18pt;height:18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" filled="f" strokecolor="black [3213]" strokeweight="2pt"/>
            </w:pict>
          </mc:Fallback>
        </mc:AlternateContent>
      </w:r>
    </w:p>
    <w:p w:rsidR="00831438" w:rsidRDefault="00831438" w:rsidP="00831438"/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A88887F" wp14:editId="02E92C88">
                <wp:simplePos x="0" y="0"/>
                <wp:positionH relativeFrom="column">
                  <wp:posOffset>3032443</wp:posOffset>
                </wp:positionH>
                <wp:positionV relativeFrom="paragraph">
                  <wp:posOffset>49530</wp:posOffset>
                </wp:positionV>
                <wp:extent cx="247650" cy="213995"/>
                <wp:effectExtent l="0" t="0" r="0" b="14605"/>
                <wp:wrapNone/>
                <wp:docPr id="350" name="Text Box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</w:pPr>
                            <w:r>
                              <w:t>YB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0" o:spid="_x0000_s1080" type="#_x0000_t202" style="position:absolute;margin-left:238.8pt;margin-top:3.9pt;width:19.5pt;height:16.85pt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</w:pPr>
                      <w:r>
                        <w:t>YB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65E2051" wp14:editId="240AA523">
                <wp:simplePos x="0" y="0"/>
                <wp:positionH relativeFrom="column">
                  <wp:posOffset>3657600</wp:posOffset>
                </wp:positionH>
                <wp:positionV relativeFrom="paragraph">
                  <wp:posOffset>7620</wp:posOffset>
                </wp:positionV>
                <wp:extent cx="571500" cy="342900"/>
                <wp:effectExtent l="0" t="0" r="19050" b="19050"/>
                <wp:wrapNone/>
                <wp:docPr id="351" name="Rectangl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margin-left:4in;margin-top:.6pt;width:45pt;height:27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76DF4CC" wp14:editId="60552214">
                <wp:simplePos x="0" y="0"/>
                <wp:positionH relativeFrom="column">
                  <wp:posOffset>3195638</wp:posOffset>
                </wp:positionH>
                <wp:positionV relativeFrom="paragraph">
                  <wp:posOffset>7620</wp:posOffset>
                </wp:positionV>
                <wp:extent cx="4762" cy="342900"/>
                <wp:effectExtent l="76200" t="0" r="71755" b="57150"/>
                <wp:wrapNone/>
                <wp:docPr id="352" name="Straight Arrow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2" o:spid="_x0000_s1026" type="#_x0000_t32" style="position:absolute;margin-left:251.65pt;margin-top:.6pt;width:.35pt;height:27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" strokecolor="black [3213]">
                <v:stroke endarrow="block"/>
              </v:shape>
            </w:pict>
          </mc:Fallback>
        </mc:AlternateContent>
      </w:r>
    </w:p>
    <w:p w:rsidR="00831438" w:rsidRDefault="00831438" w:rsidP="00831438"/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D094FA7" wp14:editId="29419336">
                <wp:simplePos x="0" y="0"/>
                <wp:positionH relativeFrom="column">
                  <wp:posOffset>2833052</wp:posOffset>
                </wp:positionH>
                <wp:positionV relativeFrom="paragraph">
                  <wp:posOffset>66040</wp:posOffset>
                </wp:positionV>
                <wp:extent cx="247650" cy="214312"/>
                <wp:effectExtent l="0" t="0" r="0" b="14605"/>
                <wp:wrapNone/>
                <wp:docPr id="353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</w:pPr>
                            <w:r>
                              <w:t>Y2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3" o:spid="_x0000_s1081" type="#_x0000_t202" style="position:absolute;margin-left:223.05pt;margin-top:5.2pt;width:19.5pt;height:16.85pt;z-index:251902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</w:pPr>
                      <w:r>
                        <w:t>Y2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3B9346A" wp14:editId="031CB063">
                <wp:simplePos x="0" y="0"/>
                <wp:positionH relativeFrom="column">
                  <wp:posOffset>2752725</wp:posOffset>
                </wp:positionH>
                <wp:positionV relativeFrom="paragraph">
                  <wp:posOffset>142240</wp:posOffset>
                </wp:positionV>
                <wp:extent cx="342901" cy="247650"/>
                <wp:effectExtent l="38100" t="0" r="19050" b="57150"/>
                <wp:wrapNone/>
                <wp:docPr id="354" name="Straight Arrow Connector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1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4" o:spid="_x0000_s1026" type="#_x0000_t32" style="position:absolute;margin-left:216.75pt;margin-top:11.2pt;width:27pt;height:19.5pt;flip:x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EA76C53" wp14:editId="77F3AC5B">
                <wp:simplePos x="0" y="0"/>
                <wp:positionH relativeFrom="column">
                  <wp:posOffset>3314700</wp:posOffset>
                </wp:positionH>
                <wp:positionV relativeFrom="paragraph">
                  <wp:posOffset>8890</wp:posOffset>
                </wp:positionV>
                <wp:extent cx="609600" cy="685800"/>
                <wp:effectExtent l="0" t="38100" r="57150" b="19050"/>
                <wp:wrapNone/>
                <wp:docPr id="355" name="Straight Arrow Connector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5" o:spid="_x0000_s1026" type="#_x0000_t32" style="position:absolute;margin-left:261pt;margin-top:.7pt;width:48pt;height:54pt;flip:y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A2807BB" wp14:editId="4CBD87B2">
                <wp:simplePos x="0" y="0"/>
                <wp:positionH relativeFrom="column">
                  <wp:posOffset>3104832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359" name="Oval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9" o:spid="_x0000_s1026" style="position:absolute;margin-left:244.45pt;margin-top:.7pt;width:18pt;height:18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" filled="f" strokecolor="black [3213]" strokeweight="2pt"/>
            </w:pict>
          </mc:Fallback>
        </mc:AlternateContent>
      </w:r>
    </w:p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E0B8DAF" wp14:editId="3C473A22">
                <wp:simplePos x="0" y="0"/>
                <wp:positionH relativeFrom="column">
                  <wp:posOffset>3217863</wp:posOffset>
                </wp:positionH>
                <wp:positionV relativeFrom="paragraph">
                  <wp:posOffset>137795</wp:posOffset>
                </wp:positionV>
                <wp:extent cx="247650" cy="213995"/>
                <wp:effectExtent l="0" t="0" r="0" b="14605"/>
                <wp:wrapNone/>
                <wp:docPr id="403" name="Text Box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</w:pPr>
                            <w:r>
                              <w:t>YC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3" o:spid="_x0000_s1082" type="#_x0000_t202" style="position:absolute;margin-left:253.4pt;margin-top:10.85pt;width:19.5pt;height:16.85pt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</w:pPr>
                      <w:r>
                        <w:t>YC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D1BECC5" wp14:editId="635720B9">
                <wp:simplePos x="0" y="0"/>
                <wp:positionH relativeFrom="column">
                  <wp:posOffset>3676015</wp:posOffset>
                </wp:positionH>
                <wp:positionV relativeFrom="paragraph">
                  <wp:posOffset>142875</wp:posOffset>
                </wp:positionV>
                <wp:extent cx="247650" cy="213995"/>
                <wp:effectExtent l="0" t="0" r="0" b="14605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8" w:rsidRDefault="00831438" w:rsidP="00831438">
                            <w:pPr>
                              <w:pStyle w:val="Normal9"/>
                            </w:pPr>
                            <w:r>
                              <w:t>Y3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4" o:spid="_x0000_s1083" type="#_x0000_t202" style="position:absolute;margin-left:289.45pt;margin-top:11.25pt;width:19.5pt;height:16.85pt;z-index:251900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" filled="f" stroked="f" strokeweight=".5pt">
                <v:textbox inset="0,0,0,0">
                  <w:txbxContent>
                    <w:p w:rsidR="00831438" w:rsidRDefault="00831438" w:rsidP="00831438">
                      <w:pPr>
                        <w:pStyle w:val="Normal9"/>
                      </w:pPr>
                      <w:r>
                        <w:t>Y3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A62F863" wp14:editId="51DFC987">
                <wp:simplePos x="0" y="0"/>
                <wp:positionH relativeFrom="column">
                  <wp:posOffset>2181225</wp:posOffset>
                </wp:positionH>
                <wp:positionV relativeFrom="paragraph">
                  <wp:posOffset>138430</wp:posOffset>
                </wp:positionV>
                <wp:extent cx="571500" cy="342900"/>
                <wp:effectExtent l="0" t="0" r="19050" b="19050"/>
                <wp:wrapNone/>
                <wp:docPr id="405" name="Rectang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5" o:spid="_x0000_s1026" style="position:absolute;margin-left:171.75pt;margin-top:10.9pt;width:45pt;height:27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1431889" wp14:editId="5611071A">
                <wp:simplePos x="0" y="0"/>
                <wp:positionH relativeFrom="column">
                  <wp:posOffset>3200400</wp:posOffset>
                </wp:positionH>
                <wp:positionV relativeFrom="paragraph">
                  <wp:posOffset>67310</wp:posOffset>
                </wp:positionV>
                <wp:extent cx="0" cy="414338"/>
                <wp:effectExtent l="76200" t="0" r="57150" b="62230"/>
                <wp:wrapNone/>
                <wp:docPr id="406" name="Straight Arrow Connector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3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6" o:spid="_x0000_s1026" type="#_x0000_t32" style="position:absolute;margin-left:252pt;margin-top:5.3pt;width:0;height:32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" strokecolor="black [3213]">
                <v:stroke endarrow="block"/>
              </v:shape>
            </w:pict>
          </mc:Fallback>
        </mc:AlternateContent>
      </w:r>
    </w:p>
    <w:p w:rsidR="00831438" w:rsidRDefault="00831438" w:rsidP="00831438"/>
    <w:p w:rsidR="00831438" w:rsidRDefault="00831438" w:rsidP="00831438"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64A4749" wp14:editId="4A9DA95D">
                <wp:simplePos x="0" y="0"/>
                <wp:positionH relativeFrom="column">
                  <wp:posOffset>3123565</wp:posOffset>
                </wp:positionH>
                <wp:positionV relativeFrom="paragraph">
                  <wp:posOffset>140335</wp:posOffset>
                </wp:positionV>
                <wp:extent cx="228600" cy="228600"/>
                <wp:effectExtent l="0" t="0" r="19050" b="19050"/>
                <wp:wrapNone/>
                <wp:docPr id="407" name="Oval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7" o:spid="_x0000_s1026" style="position:absolute;margin-left:245.95pt;margin-top:11.05pt;width:18pt;height:18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" filled="f" strokecolor="black [3213]" strokeweight="2pt"/>
            </w:pict>
          </mc:Fallback>
        </mc:AlternateContent>
      </w:r>
    </w:p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1E6901" w:rsidRDefault="001E6901">
      <w:pPr>
        <w:spacing w:after="200" w:line="276" w:lineRule="auto"/>
      </w:pPr>
      <w:r>
        <w:br w:type="page"/>
      </w:r>
    </w:p>
    <w:p w:rsidR="001E6901" w:rsidRDefault="00B044D8" w:rsidP="001E6901">
      <w:r>
        <w:lastRenderedPageBreak/>
        <w:t xml:space="preserve">Create a Hard </w:t>
      </w:r>
      <w:r w:rsidR="001E6901">
        <w:t>Link, Figure 2</w:t>
      </w:r>
      <w:r w:rsidR="001E6901">
        <w:t xml:space="preserve"> adjusted for Example 5, </w:t>
      </w:r>
      <w:r w:rsidR="001E6901">
        <w:t>(stored in images/groups_fig2a_Ex</w:t>
      </w:r>
      <w:r w:rsidR="001E6901">
        <w:t>5</w:t>
      </w:r>
      <w:r w:rsidR="001E6901">
        <w:t>.jpg)</w:t>
      </w:r>
    </w:p>
    <w:p w:rsidR="001E6901" w:rsidRDefault="001E6901" w:rsidP="001E6901"/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C5145D4" wp14:editId="24F08BF7">
                <wp:simplePos x="0" y="0"/>
                <wp:positionH relativeFrom="column">
                  <wp:posOffset>2857182</wp:posOffset>
                </wp:positionH>
                <wp:positionV relativeFrom="paragraph">
                  <wp:posOffset>39370</wp:posOffset>
                </wp:positionV>
                <wp:extent cx="685800" cy="342900"/>
                <wp:effectExtent l="0" t="0" r="0" b="0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jc w:val="center"/>
                            </w:pPr>
                            <w:r>
                              <w:t>FileY.h5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1" o:spid="_x0000_s1084" type="#_x0000_t202" style="position:absolute;margin-left:224.95pt;margin-top:3.1pt;width:54pt;height:2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" filled="f" stroked="f" strokeweight=".5pt">
                <v:textbox inset="0,0,0,0">
                  <w:txbxContent>
                    <w:p w:rsidR="001E6901" w:rsidRDefault="001E6901" w:rsidP="001E6901">
                      <w:pPr>
                        <w:jc w:val="center"/>
                      </w:pPr>
                      <w:r>
                        <w:t>FileY.h5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B36542E" wp14:editId="2E482D32">
                <wp:simplePos x="0" y="0"/>
                <wp:positionH relativeFrom="column">
                  <wp:posOffset>1026795</wp:posOffset>
                </wp:positionH>
                <wp:positionV relativeFrom="paragraph">
                  <wp:posOffset>125730</wp:posOffset>
                </wp:positionV>
                <wp:extent cx="4343400" cy="2743200"/>
                <wp:effectExtent l="0" t="0" r="19050" b="19050"/>
                <wp:wrapNone/>
                <wp:docPr id="323" name="Rectangl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3" o:spid="_x0000_s1026" style="position:absolute;margin-left:80.85pt;margin-top:9.9pt;width:342pt;height:3in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" fillcolor="white [3201]" strokecolor="black [3213]" strokeweight="2pt"/>
            </w:pict>
          </mc:Fallback>
        </mc:AlternateContent>
      </w:r>
    </w:p>
    <w:p w:rsidR="001E6901" w:rsidRDefault="001E6901" w:rsidP="001E6901"/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1FAB1C1" wp14:editId="298203BE">
                <wp:simplePos x="0" y="0"/>
                <wp:positionH relativeFrom="column">
                  <wp:posOffset>3352800</wp:posOffset>
                </wp:positionH>
                <wp:positionV relativeFrom="paragraph">
                  <wp:posOffset>55880</wp:posOffset>
                </wp:positionV>
                <wp:extent cx="571500" cy="228600"/>
                <wp:effectExtent l="0" t="0" r="0" b="0"/>
                <wp:wrapNone/>
                <wp:docPr id="326" name="Text Box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  <w:jc w:val="center"/>
                            </w:pPr>
                            <w:r>
                              <w:t>Root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6" o:spid="_x0000_s1085" type="#_x0000_t202" style="position:absolute;margin-left:264pt;margin-top:4.4pt;width:45pt;height:18pt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  <w:jc w:val="center"/>
                      </w:pPr>
                      <w:r>
                        <w:t>Root group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BD66690" wp14:editId="6B299AA5">
                <wp:simplePos x="0" y="0"/>
                <wp:positionH relativeFrom="column">
                  <wp:posOffset>3085782</wp:posOffset>
                </wp:positionH>
                <wp:positionV relativeFrom="paragraph">
                  <wp:posOffset>51435</wp:posOffset>
                </wp:positionV>
                <wp:extent cx="228600" cy="228600"/>
                <wp:effectExtent l="0" t="0" r="19050" b="19050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7" o:spid="_x0000_s1026" style="position:absolute;margin-left:242.95pt;margin-top:4.05pt;width:18pt;height:18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" filled="f" strokecolor="black [3213]" strokeweight="2pt"/>
            </w:pict>
          </mc:Fallback>
        </mc:AlternateContent>
      </w:r>
    </w:p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61EA15B" wp14:editId="5020EBCF">
                <wp:simplePos x="0" y="0"/>
                <wp:positionH relativeFrom="column">
                  <wp:posOffset>3033395</wp:posOffset>
                </wp:positionH>
                <wp:positionV relativeFrom="paragraph">
                  <wp:posOffset>108585</wp:posOffset>
                </wp:positionV>
                <wp:extent cx="247650" cy="214312"/>
                <wp:effectExtent l="0" t="0" r="0" b="14605"/>
                <wp:wrapNone/>
                <wp:docPr id="409" name="Text Box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</w:pPr>
                            <w:r>
                              <w:t>YA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43E108" wp14:editId="5E1C9E49">
                                  <wp:extent cx="241300" cy="209127"/>
                                  <wp:effectExtent l="0" t="0" r="0" b="0"/>
                                  <wp:docPr id="430" name="Picture 4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300" cy="209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9" o:spid="_x0000_s1086" type="#_x0000_t202" style="position:absolute;margin-left:238.85pt;margin-top:8.55pt;width:19.5pt;height:16.8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</w:pPr>
                      <w:r>
                        <w:t>YA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343E108" wp14:editId="5E1C9E49">
                            <wp:extent cx="241300" cy="209127"/>
                            <wp:effectExtent l="0" t="0" r="0" b="0"/>
                            <wp:docPr id="430" name="Picture 4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300" cy="209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A03568B" wp14:editId="0D1BCD05">
                <wp:simplePos x="0" y="0"/>
                <wp:positionH relativeFrom="column">
                  <wp:posOffset>3200400</wp:posOffset>
                </wp:positionH>
                <wp:positionV relativeFrom="paragraph">
                  <wp:posOffset>109220</wp:posOffset>
                </wp:positionV>
                <wp:extent cx="0" cy="180975"/>
                <wp:effectExtent l="76200" t="0" r="76200" b="47625"/>
                <wp:wrapNone/>
                <wp:docPr id="412" name="Straight Arrow Connector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12" o:spid="_x0000_s1026" type="#_x0000_t32" style="position:absolute;margin-left:252pt;margin-top:8.6pt;width:0;height:14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" strokecolor="black [3213]">
                <v:stroke endarrow="block"/>
              </v:shape>
            </w:pict>
          </mc:Fallback>
        </mc:AlternateContent>
      </w:r>
    </w:p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8A31499" wp14:editId="035A128B">
                <wp:simplePos x="0" y="0"/>
                <wp:positionH relativeFrom="column">
                  <wp:posOffset>3085465</wp:posOffset>
                </wp:positionH>
                <wp:positionV relativeFrom="paragraph">
                  <wp:posOffset>119380</wp:posOffset>
                </wp:positionV>
                <wp:extent cx="228600" cy="228600"/>
                <wp:effectExtent l="0" t="0" r="19050" b="19050"/>
                <wp:wrapNone/>
                <wp:docPr id="414" name="Oval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4" o:spid="_x0000_s1026" style="position:absolute;margin-left:242.95pt;margin-top:9.4pt;width:18pt;height:18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" filled="f" strokecolor="black [3213]" strokeweight="2pt"/>
            </w:pict>
          </mc:Fallback>
        </mc:AlternateContent>
      </w:r>
    </w:p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186139F" wp14:editId="7FAB8C48">
                <wp:simplePos x="0" y="0"/>
                <wp:positionH relativeFrom="column">
                  <wp:posOffset>3409315</wp:posOffset>
                </wp:positionH>
                <wp:positionV relativeFrom="paragraph">
                  <wp:posOffset>5715</wp:posOffset>
                </wp:positionV>
                <wp:extent cx="247650" cy="213995"/>
                <wp:effectExtent l="0" t="0" r="0" b="14605"/>
                <wp:wrapNone/>
                <wp:docPr id="415" name="Text Box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</w:pPr>
                            <w:r>
                              <w:t>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5" o:spid="_x0000_s1087" type="#_x0000_t202" style="position:absolute;margin-left:268.45pt;margin-top:.45pt;width:19.5pt;height:16.85pt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</w:pPr>
                      <w:r>
                        <w:t>Y1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33197F8" wp14:editId="50A00200">
                <wp:simplePos x="0" y="0"/>
                <wp:positionH relativeFrom="column">
                  <wp:posOffset>3314700</wp:posOffset>
                </wp:positionH>
                <wp:positionV relativeFrom="paragraph">
                  <wp:posOffset>130175</wp:posOffset>
                </wp:positionV>
                <wp:extent cx="342900" cy="161925"/>
                <wp:effectExtent l="0" t="0" r="76200" b="66675"/>
                <wp:wrapNone/>
                <wp:docPr id="416" name="Straight Arrow Connector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6" o:spid="_x0000_s1026" type="#_x0000_t32" style="position:absolute;margin-left:261pt;margin-top:10.25pt;width:27pt;height:12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" strokecolor="black [3213]">
                <v:stroke endarrow="block"/>
              </v:shape>
            </w:pict>
          </mc:Fallback>
        </mc:AlternateContent>
      </w:r>
    </w:p>
    <w:p w:rsidR="001E6901" w:rsidRDefault="001E6901" w:rsidP="001E690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83D570E" wp14:editId="244181B7">
                <wp:simplePos x="0" y="0"/>
                <wp:positionH relativeFrom="column">
                  <wp:posOffset>3032443</wp:posOffset>
                </wp:positionH>
                <wp:positionV relativeFrom="paragraph">
                  <wp:posOffset>49530</wp:posOffset>
                </wp:positionV>
                <wp:extent cx="247650" cy="213995"/>
                <wp:effectExtent l="0" t="0" r="0" b="14605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</w:pPr>
                            <w:r>
                              <w:t>YB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8" o:spid="_x0000_s1088" type="#_x0000_t202" style="position:absolute;margin-left:238.8pt;margin-top:3.9pt;width:19.5pt;height:16.85pt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</w:pPr>
                      <w:r>
                        <w:t>YB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01A03DB" wp14:editId="011288C8">
                <wp:simplePos x="0" y="0"/>
                <wp:positionH relativeFrom="column">
                  <wp:posOffset>3657600</wp:posOffset>
                </wp:positionH>
                <wp:positionV relativeFrom="paragraph">
                  <wp:posOffset>7620</wp:posOffset>
                </wp:positionV>
                <wp:extent cx="571500" cy="342900"/>
                <wp:effectExtent l="0" t="0" r="19050" b="19050"/>
                <wp:wrapNone/>
                <wp:docPr id="419" name="Rectangle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9" o:spid="_x0000_s1026" style="position:absolute;margin-left:4in;margin-top:.6pt;width:45pt;height:27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F16182E" wp14:editId="4DAA756A">
                <wp:simplePos x="0" y="0"/>
                <wp:positionH relativeFrom="column">
                  <wp:posOffset>3195638</wp:posOffset>
                </wp:positionH>
                <wp:positionV relativeFrom="paragraph">
                  <wp:posOffset>7620</wp:posOffset>
                </wp:positionV>
                <wp:extent cx="4762" cy="342900"/>
                <wp:effectExtent l="76200" t="0" r="71755" b="57150"/>
                <wp:wrapNone/>
                <wp:docPr id="420" name="Straight Arrow Connector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0" o:spid="_x0000_s1026" type="#_x0000_t32" style="position:absolute;margin-left:251.65pt;margin-top:.6pt;width:.35pt;height:27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" strokecolor="black [3213]">
                <v:stroke endarrow="block"/>
              </v:shape>
            </w:pict>
          </mc:Fallback>
        </mc:AlternateContent>
      </w:r>
    </w:p>
    <w:p w:rsidR="001E6901" w:rsidRDefault="001E6901" w:rsidP="001E6901"/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F67345C" wp14:editId="55506086">
                <wp:simplePos x="0" y="0"/>
                <wp:positionH relativeFrom="column">
                  <wp:posOffset>2833052</wp:posOffset>
                </wp:positionH>
                <wp:positionV relativeFrom="paragraph">
                  <wp:posOffset>66040</wp:posOffset>
                </wp:positionV>
                <wp:extent cx="247650" cy="214312"/>
                <wp:effectExtent l="0" t="0" r="0" b="14605"/>
                <wp:wrapNone/>
                <wp:docPr id="421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4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</w:pPr>
                            <w:r>
                              <w:t>Y2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1" o:spid="_x0000_s1089" type="#_x0000_t202" style="position:absolute;margin-left:223.05pt;margin-top:5.2pt;width:19.5pt;height:16.85pt;z-index:25193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</w:pPr>
                      <w:r>
                        <w:t>Y2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793C9E0" wp14:editId="4BB45E02">
                <wp:simplePos x="0" y="0"/>
                <wp:positionH relativeFrom="column">
                  <wp:posOffset>2752725</wp:posOffset>
                </wp:positionH>
                <wp:positionV relativeFrom="paragraph">
                  <wp:posOffset>142240</wp:posOffset>
                </wp:positionV>
                <wp:extent cx="342901" cy="247650"/>
                <wp:effectExtent l="38100" t="0" r="19050" b="57150"/>
                <wp:wrapNone/>
                <wp:docPr id="422" name="Straight Arrow Connector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1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2" o:spid="_x0000_s1026" type="#_x0000_t32" style="position:absolute;margin-left:216.75pt;margin-top:11.2pt;width:27pt;height:19.5pt;flip:x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1873F14" wp14:editId="1C8BBFA1">
                <wp:simplePos x="0" y="0"/>
                <wp:positionH relativeFrom="column">
                  <wp:posOffset>3314700</wp:posOffset>
                </wp:positionH>
                <wp:positionV relativeFrom="paragraph">
                  <wp:posOffset>8890</wp:posOffset>
                </wp:positionV>
                <wp:extent cx="609600" cy="685800"/>
                <wp:effectExtent l="0" t="38100" r="57150" b="19050"/>
                <wp:wrapNone/>
                <wp:docPr id="423" name="Straight Arrow Connector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23" o:spid="_x0000_s1026" type="#_x0000_t32" style="position:absolute;margin-left:261pt;margin-top:.7pt;width:48pt;height:54pt;flip:y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8434367" wp14:editId="077D9DF0">
                <wp:simplePos x="0" y="0"/>
                <wp:positionH relativeFrom="column">
                  <wp:posOffset>3104832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19050" b="19050"/>
                <wp:wrapNone/>
                <wp:docPr id="424" name="Oval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4" o:spid="_x0000_s1026" style="position:absolute;margin-left:244.45pt;margin-top:.7pt;width:18pt;height:18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" filled="f" strokecolor="black [3213]" strokeweight="2pt"/>
            </w:pict>
          </mc:Fallback>
        </mc:AlternateContent>
      </w:r>
    </w:p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920B9A8" wp14:editId="777F4815">
                <wp:simplePos x="0" y="0"/>
                <wp:positionH relativeFrom="column">
                  <wp:posOffset>3217863</wp:posOffset>
                </wp:positionH>
                <wp:positionV relativeFrom="paragraph">
                  <wp:posOffset>137795</wp:posOffset>
                </wp:positionV>
                <wp:extent cx="247650" cy="213995"/>
                <wp:effectExtent l="0" t="0" r="0" b="14605"/>
                <wp:wrapNone/>
                <wp:docPr id="425" name="Text Box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</w:pPr>
                            <w:r>
                              <w:t>YC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5" o:spid="_x0000_s1090" type="#_x0000_t202" style="position:absolute;margin-left:253.4pt;margin-top:10.85pt;width:19.5pt;height:16.85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</w:pPr>
                      <w:r>
                        <w:t>YC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8FD36C0" wp14:editId="552A5DF5">
                <wp:simplePos x="0" y="0"/>
                <wp:positionH relativeFrom="column">
                  <wp:posOffset>3676015</wp:posOffset>
                </wp:positionH>
                <wp:positionV relativeFrom="paragraph">
                  <wp:posOffset>142875</wp:posOffset>
                </wp:positionV>
                <wp:extent cx="247650" cy="213995"/>
                <wp:effectExtent l="0" t="0" r="0" b="14605"/>
                <wp:wrapNone/>
                <wp:docPr id="426" name="Text Box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901" w:rsidRDefault="001E6901" w:rsidP="001E6901">
                            <w:pPr>
                              <w:pStyle w:val="Normal9"/>
                            </w:pPr>
                            <w:r>
                              <w:t>Y3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6" o:spid="_x0000_s1091" type="#_x0000_t202" style="position:absolute;margin-left:289.45pt;margin-top:11.25pt;width:19.5pt;height:16.85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" filled="f" stroked="f" strokeweight=".5pt">
                <v:textbox inset="0,0,0,0">
                  <w:txbxContent>
                    <w:p w:rsidR="001E6901" w:rsidRDefault="001E6901" w:rsidP="001E6901">
                      <w:pPr>
                        <w:pStyle w:val="Normal9"/>
                      </w:pPr>
                      <w:r>
                        <w:t>Y3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56363A8" wp14:editId="60F31432">
                <wp:simplePos x="0" y="0"/>
                <wp:positionH relativeFrom="column">
                  <wp:posOffset>2181225</wp:posOffset>
                </wp:positionH>
                <wp:positionV relativeFrom="paragraph">
                  <wp:posOffset>138430</wp:posOffset>
                </wp:positionV>
                <wp:extent cx="571500" cy="342900"/>
                <wp:effectExtent l="0" t="0" r="19050" b="19050"/>
                <wp:wrapNone/>
                <wp:docPr id="427" name="Rectangl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7" o:spid="_x0000_s1026" style="position:absolute;margin-left:171.75pt;margin-top:10.9pt;width:45pt;height:2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685ABF24" wp14:editId="7C63C761">
                <wp:simplePos x="0" y="0"/>
                <wp:positionH relativeFrom="column">
                  <wp:posOffset>3200400</wp:posOffset>
                </wp:positionH>
                <wp:positionV relativeFrom="paragraph">
                  <wp:posOffset>67310</wp:posOffset>
                </wp:positionV>
                <wp:extent cx="0" cy="414338"/>
                <wp:effectExtent l="76200" t="0" r="57150" b="62230"/>
                <wp:wrapNone/>
                <wp:docPr id="428" name="Straight Arrow Connector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3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8" o:spid="_x0000_s1026" type="#_x0000_t32" style="position:absolute;margin-left:252pt;margin-top:5.3pt;width:0;height:32.6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" strokecolor="black [3213]">
                <v:stroke endarrow="block"/>
              </v:shape>
            </w:pict>
          </mc:Fallback>
        </mc:AlternateContent>
      </w:r>
    </w:p>
    <w:p w:rsidR="001E6901" w:rsidRDefault="001E6901" w:rsidP="001E6901"/>
    <w:p w:rsidR="001E6901" w:rsidRDefault="001E6901" w:rsidP="001E6901"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AE4C562" wp14:editId="5574FEDE">
                <wp:simplePos x="0" y="0"/>
                <wp:positionH relativeFrom="column">
                  <wp:posOffset>3123565</wp:posOffset>
                </wp:positionH>
                <wp:positionV relativeFrom="paragraph">
                  <wp:posOffset>140335</wp:posOffset>
                </wp:positionV>
                <wp:extent cx="228600" cy="228600"/>
                <wp:effectExtent l="0" t="0" r="19050" b="19050"/>
                <wp:wrapNone/>
                <wp:docPr id="429" name="Oval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9" o:spid="_x0000_s1026" style="position:absolute;margin-left:245.95pt;margin-top:11.05pt;width:18pt;height:18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" filled="f" strokecolor="black [3213]" strokeweight="2pt"/>
            </w:pict>
          </mc:Fallback>
        </mc:AlternateContent>
      </w:r>
    </w:p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1E6901" w:rsidRDefault="001E6901" w:rsidP="001E6901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 w:rsidP="00831438"/>
    <w:p w:rsidR="00831438" w:rsidRDefault="00831438"/>
    <w:p w:rsidR="00193A22" w:rsidRDefault="00193A22"/>
    <w:p w:rsidR="00193A22" w:rsidRDefault="00193A22"/>
    <w:p w:rsidR="00193A22" w:rsidRDefault="00193A22"/>
    <w:p w:rsidR="003B745D" w:rsidRDefault="003B745D">
      <w:pPr>
        <w:spacing w:after="200" w:line="276" w:lineRule="auto"/>
      </w:pPr>
      <w:r>
        <w:lastRenderedPageBreak/>
        <w:br w:type="page"/>
      </w:r>
    </w:p>
    <w:p w:rsidR="003B745D" w:rsidRDefault="003B745D">
      <w:r>
        <w:lastRenderedPageBreak/>
        <w:t>Next set of pictures</w:t>
      </w:r>
      <w:proofErr w:type="gramStart"/>
      <w:r>
        <w:t>: ???????</w:t>
      </w:r>
      <w:proofErr w:type="gramEnd"/>
    </w:p>
    <w:p w:rsidR="003B745D" w:rsidRDefault="003B745D"/>
    <w:p w:rsidR="003B745D" w:rsidRDefault="003B745D"/>
    <w:sectPr w:rsidR="003B7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DD"/>
    <w:rsid w:val="0001655F"/>
    <w:rsid w:val="00032DB5"/>
    <w:rsid w:val="000612C1"/>
    <w:rsid w:val="000C4A46"/>
    <w:rsid w:val="000C7938"/>
    <w:rsid w:val="001267D7"/>
    <w:rsid w:val="00193A22"/>
    <w:rsid w:val="001E6901"/>
    <w:rsid w:val="001F5D37"/>
    <w:rsid w:val="002152C2"/>
    <w:rsid w:val="003307EE"/>
    <w:rsid w:val="003534C7"/>
    <w:rsid w:val="0036440D"/>
    <w:rsid w:val="00365C15"/>
    <w:rsid w:val="00373870"/>
    <w:rsid w:val="003A1E6F"/>
    <w:rsid w:val="003B745D"/>
    <w:rsid w:val="00493DB8"/>
    <w:rsid w:val="004E0B11"/>
    <w:rsid w:val="004F60D4"/>
    <w:rsid w:val="0054262A"/>
    <w:rsid w:val="005A05F8"/>
    <w:rsid w:val="005E7DDD"/>
    <w:rsid w:val="006151A5"/>
    <w:rsid w:val="00617B03"/>
    <w:rsid w:val="00662E83"/>
    <w:rsid w:val="00705C3A"/>
    <w:rsid w:val="007623B0"/>
    <w:rsid w:val="007D6CA4"/>
    <w:rsid w:val="00831438"/>
    <w:rsid w:val="00845BB6"/>
    <w:rsid w:val="00897DF5"/>
    <w:rsid w:val="008C1EF6"/>
    <w:rsid w:val="00914ECB"/>
    <w:rsid w:val="00926403"/>
    <w:rsid w:val="00935657"/>
    <w:rsid w:val="009668C1"/>
    <w:rsid w:val="0099453F"/>
    <w:rsid w:val="009B7DA5"/>
    <w:rsid w:val="009C444F"/>
    <w:rsid w:val="00A156D3"/>
    <w:rsid w:val="00A8562C"/>
    <w:rsid w:val="00AC16DC"/>
    <w:rsid w:val="00AF4B7D"/>
    <w:rsid w:val="00B01178"/>
    <w:rsid w:val="00B044D8"/>
    <w:rsid w:val="00C20E92"/>
    <w:rsid w:val="00C45A2A"/>
    <w:rsid w:val="00CD2E73"/>
    <w:rsid w:val="00CF630B"/>
    <w:rsid w:val="00D120DF"/>
    <w:rsid w:val="00D1597E"/>
    <w:rsid w:val="00D57645"/>
    <w:rsid w:val="00E3743F"/>
    <w:rsid w:val="00E91E89"/>
    <w:rsid w:val="00EB4DE3"/>
    <w:rsid w:val="00E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4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DD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E7DDD"/>
    <w:rPr>
      <w:b/>
      <w:bCs/>
    </w:rPr>
  </w:style>
  <w:style w:type="paragraph" w:customStyle="1" w:styleId="Normal10">
    <w:name w:val="Normal10"/>
    <w:basedOn w:val="Normal"/>
    <w:qFormat/>
    <w:rsid w:val="000C4A46"/>
    <w:pPr>
      <w:jc w:val="center"/>
    </w:pPr>
    <w:rPr>
      <w:sz w:val="20"/>
    </w:rPr>
  </w:style>
  <w:style w:type="paragraph" w:customStyle="1" w:styleId="Code">
    <w:name w:val="Code"/>
    <w:basedOn w:val="Normal"/>
    <w:qFormat/>
    <w:rsid w:val="007623B0"/>
    <w:pPr>
      <w:jc w:val="center"/>
    </w:pPr>
    <w:rPr>
      <w:rFonts w:ascii="Courier New" w:hAnsi="Courier New"/>
      <w:sz w:val="20"/>
    </w:rPr>
  </w:style>
  <w:style w:type="paragraph" w:customStyle="1" w:styleId="Normal9">
    <w:name w:val="Normal9"/>
    <w:basedOn w:val="Normal"/>
    <w:qFormat/>
    <w:rsid w:val="007D6CA4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4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DD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E7DDD"/>
    <w:rPr>
      <w:b/>
      <w:bCs/>
    </w:rPr>
  </w:style>
  <w:style w:type="paragraph" w:customStyle="1" w:styleId="Normal10">
    <w:name w:val="Normal10"/>
    <w:basedOn w:val="Normal"/>
    <w:qFormat/>
    <w:rsid w:val="000C4A46"/>
    <w:pPr>
      <w:jc w:val="center"/>
    </w:pPr>
    <w:rPr>
      <w:sz w:val="20"/>
    </w:rPr>
  </w:style>
  <w:style w:type="paragraph" w:customStyle="1" w:styleId="Code">
    <w:name w:val="Code"/>
    <w:basedOn w:val="Normal"/>
    <w:qFormat/>
    <w:rsid w:val="007623B0"/>
    <w:pPr>
      <w:jc w:val="center"/>
    </w:pPr>
    <w:rPr>
      <w:rFonts w:ascii="Courier New" w:hAnsi="Courier New"/>
      <w:sz w:val="20"/>
    </w:rPr>
  </w:style>
  <w:style w:type="paragraph" w:customStyle="1" w:styleId="Normal9">
    <w:name w:val="Normal9"/>
    <w:basedOn w:val="Normal"/>
    <w:qFormat/>
    <w:rsid w:val="007D6CA4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F7E46-0E52-43B8-B4DA-08206D1B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10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Mark</dc:creator>
  <cp:lastModifiedBy>Evans, Mark</cp:lastModifiedBy>
  <cp:revision>63</cp:revision>
  <dcterms:created xsi:type="dcterms:W3CDTF">2010-12-17T22:42:00Z</dcterms:created>
  <dcterms:modified xsi:type="dcterms:W3CDTF">2011-02-10T19:18:00Z</dcterms:modified>
</cp:coreProperties>
</file>